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F5B9A" w14:textId="77777777" w:rsidR="005D7075" w:rsidRDefault="00EA3FBB" w:rsidP="00EA3FBB">
      <w:pPr>
        <w:autoSpaceDE w:val="0"/>
        <w:autoSpaceDN w:val="0"/>
        <w:adjustRightInd w:val="0"/>
        <w:rPr>
          <w:rFonts w:ascii="Arial,Bold" w:hAnsi="Arial,Bold" w:cs="Arial,Bold"/>
          <w:b/>
          <w:bCs/>
          <w:lang w:val="en-US"/>
        </w:rPr>
      </w:pPr>
      <w:r w:rsidRPr="005D7075">
        <w:rPr>
          <w:rFonts w:ascii="Arial,Bold" w:hAnsi="Arial,Bold" w:cs="Arial,Bold"/>
          <w:b/>
          <w:bCs/>
          <w:lang w:val="en-US"/>
        </w:rPr>
        <w:t xml:space="preserve"> </w:t>
      </w:r>
    </w:p>
    <w:tbl>
      <w:tblPr>
        <w:tblW w:w="10239" w:type="dxa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594"/>
        <w:gridCol w:w="275"/>
        <w:gridCol w:w="289"/>
        <w:gridCol w:w="565"/>
        <w:gridCol w:w="321"/>
        <w:gridCol w:w="244"/>
        <w:gridCol w:w="304"/>
        <w:gridCol w:w="261"/>
        <w:gridCol w:w="640"/>
        <w:gridCol w:w="517"/>
        <w:gridCol w:w="764"/>
        <w:gridCol w:w="167"/>
        <w:gridCol w:w="1138"/>
        <w:gridCol w:w="309"/>
        <w:gridCol w:w="447"/>
        <w:gridCol w:w="366"/>
        <w:gridCol w:w="422"/>
        <w:gridCol w:w="81"/>
        <w:gridCol w:w="133"/>
        <w:gridCol w:w="1550"/>
      </w:tblGrid>
      <w:tr w:rsidR="00053988" w:rsidRPr="007D71BD" w14:paraId="751AE752" w14:textId="77777777" w:rsidTr="008C082D">
        <w:trPr>
          <w:trHeight w:val="450"/>
        </w:trPr>
        <w:tc>
          <w:tcPr>
            <w:tcW w:w="5793" w:type="dxa"/>
            <w:gridSpan w:val="13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4559EC73" w14:textId="77777777" w:rsidR="00053988" w:rsidRDefault="003B0D66" w:rsidP="00053988">
            <w:pPr>
              <w:rPr>
                <w:lang w:val="en-GB"/>
              </w:rPr>
            </w:pPr>
            <w:r>
              <w:drawing>
                <wp:inline distT="0" distB="0" distL="0" distR="0" wp14:anchorId="31F41783" wp14:editId="7C36C066">
                  <wp:extent cx="2914650" cy="495300"/>
                  <wp:effectExtent l="0" t="0" r="0" b="0"/>
                  <wp:docPr id="13368542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0D8E3" w14:textId="77777777" w:rsidR="003B0D66" w:rsidRPr="00DF5DEF" w:rsidRDefault="003B0D66" w:rsidP="00053988">
            <w:pPr>
              <w:rPr>
                <w:lang w:val="en-GB"/>
              </w:rPr>
            </w:pPr>
          </w:p>
        </w:tc>
        <w:tc>
          <w:tcPr>
            <w:tcW w:w="4446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1D3F86" w14:textId="77777777" w:rsidR="00053988" w:rsidRPr="003D79A0" w:rsidRDefault="000330C0" w:rsidP="000330C0">
            <w:pPr>
              <w:jc w:val="center"/>
              <w:rPr>
                <w:rFonts w:ascii="Arial" w:hAnsi="Arial" w:cs="Arial"/>
                <w:sz w:val="44"/>
                <w:szCs w:val="44"/>
                <w:lang w:val="en-US"/>
              </w:rPr>
            </w:pPr>
            <w:r w:rsidRPr="003D79A0">
              <w:rPr>
                <w:rFonts w:ascii="Arial" w:hAnsi="Arial" w:cs="Arial"/>
                <w:sz w:val="44"/>
                <w:szCs w:val="44"/>
                <w:lang w:val="en-US"/>
              </w:rPr>
              <w:t>Service Report</w:t>
            </w:r>
          </w:p>
        </w:tc>
      </w:tr>
      <w:tr w:rsidR="00053988" w:rsidRPr="007D71BD" w14:paraId="67C1198C" w14:textId="77777777" w:rsidTr="008C082D">
        <w:trPr>
          <w:trHeight w:val="322"/>
        </w:trPr>
        <w:tc>
          <w:tcPr>
            <w:tcW w:w="5793" w:type="dxa"/>
            <w:gridSpan w:val="13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429275B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D79D8E" w14:textId="77777777" w:rsidR="00053988" w:rsidRPr="00DF5DEF" w:rsidRDefault="003E73BB" w:rsidP="00053988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 xml:space="preserve">Repair Order </w:t>
            </w:r>
            <w:r>
              <w:rPr>
                <w:rFonts w:ascii="Arial" w:hAnsi="Arial" w:cs="Tahoma"/>
                <w:sz w:val="18"/>
                <w:szCs w:val="18"/>
                <w:lang w:val="en-GB"/>
              </w:rPr>
              <w:t xml:space="preserve">(RO)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Nr.</w:t>
            </w:r>
          </w:p>
        </w:tc>
        <w:tc>
          <w:tcPr>
            <w:tcW w:w="218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C44613" w14:textId="24334BBA" w:rsidR="00053988" w:rsidRPr="005749E8" w:rsidRDefault="008C082D" w:rsidP="00053988">
            <w:pPr>
              <w:rPr>
                <w:b/>
                <w:bCs/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6D5762" w:rsidRPr="005749E8">
              <w:rPr>
                <w:b/>
                <w:bCs/>
                <w:lang w:val="en-GB"/>
              </w:rPr>
              <w:t>T2400009-</w:t>
            </w:r>
            <w:r w:rsidR="00771EAB" w:rsidRPr="005749E8">
              <w:rPr>
                <w:b/>
                <w:bCs/>
                <w:lang w:val="en-GB"/>
              </w:rPr>
              <w:t>8</w:t>
            </w:r>
            <w:r w:rsidR="005749E8" w:rsidRPr="005749E8">
              <w:rPr>
                <w:b/>
                <w:bCs/>
                <w:lang w:val="en-GB"/>
              </w:rPr>
              <w:t xml:space="preserve"> / GIS-5</w:t>
            </w:r>
          </w:p>
        </w:tc>
      </w:tr>
      <w:tr w:rsidR="00053988" w:rsidRPr="007D71BD" w14:paraId="539E9843" w14:textId="77777777" w:rsidTr="008C082D">
        <w:trPr>
          <w:trHeight w:val="186"/>
        </w:trPr>
        <w:tc>
          <w:tcPr>
            <w:tcW w:w="5793" w:type="dxa"/>
            <w:gridSpan w:val="13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5FDF71C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FDD28D" w14:textId="77777777" w:rsidR="00053988" w:rsidRPr="00DF5DEF" w:rsidRDefault="003E73BB" w:rsidP="00053988">
            <w:pPr>
              <w:rPr>
                <w:lang w:val="en-GB"/>
              </w:rPr>
            </w:pPr>
            <w:r>
              <w:rPr>
                <w:rFonts w:ascii="Arial" w:hAnsi="Arial" w:cs="Tahoma"/>
                <w:sz w:val="18"/>
                <w:szCs w:val="18"/>
                <w:lang w:val="en-GB"/>
              </w:rPr>
              <w:t>Date of failure</w:t>
            </w:r>
          </w:p>
        </w:tc>
        <w:tc>
          <w:tcPr>
            <w:tcW w:w="218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833BEB" w14:textId="24942514" w:rsidR="00053988" w:rsidRPr="00DF5DEF" w:rsidRDefault="006D5762" w:rsidP="00053988">
            <w:pPr>
              <w:rPr>
                <w:lang w:val="en-GB"/>
              </w:rPr>
            </w:pPr>
            <w:r>
              <w:rPr>
                <w:lang w:val="en-GB"/>
              </w:rPr>
              <w:t>25.10.2023</w:t>
            </w:r>
          </w:p>
        </w:tc>
      </w:tr>
      <w:tr w:rsidR="00053988" w:rsidRPr="007D71BD" w14:paraId="2BBEC24F" w14:textId="77777777" w:rsidTr="008C082D">
        <w:trPr>
          <w:trHeight w:val="270"/>
        </w:trPr>
        <w:tc>
          <w:tcPr>
            <w:tcW w:w="5793" w:type="dxa"/>
            <w:gridSpan w:val="13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441FC7" w14:textId="77777777" w:rsidR="00053988" w:rsidRPr="00DB257A" w:rsidRDefault="00053988" w:rsidP="00053988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22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83DC2C" w14:textId="77777777" w:rsidR="00053988" w:rsidRPr="00DF5DEF" w:rsidRDefault="001B1621" w:rsidP="003E73BB">
            <w:pPr>
              <w:rPr>
                <w:lang w:val="en-GB"/>
              </w:rPr>
            </w:pP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R</w:t>
            </w:r>
            <w:r w:rsidR="003E73BB">
              <w:rPr>
                <w:rFonts w:ascii="Arial" w:hAnsi="Arial" w:cs="Tahoma"/>
                <w:sz w:val="18"/>
                <w:szCs w:val="18"/>
                <w:lang w:val="en-GB"/>
              </w:rPr>
              <w:t xml:space="preserve">epair Order </w:t>
            </w:r>
            <w:r w:rsidRPr="00DF5DEF">
              <w:rPr>
                <w:rFonts w:ascii="Arial" w:hAnsi="Arial" w:cs="Tahoma"/>
                <w:sz w:val="18"/>
                <w:szCs w:val="18"/>
                <w:lang w:val="en-GB"/>
              </w:rPr>
              <w:t>Open Date</w:t>
            </w:r>
          </w:p>
        </w:tc>
        <w:tc>
          <w:tcPr>
            <w:tcW w:w="218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A27DBF" w14:textId="4BBDA1D4" w:rsidR="00053988" w:rsidRPr="00DF5DEF" w:rsidRDefault="006D5762" w:rsidP="00053988">
            <w:pPr>
              <w:rPr>
                <w:lang w:val="en-GB"/>
              </w:rPr>
            </w:pPr>
            <w:r>
              <w:rPr>
                <w:lang w:val="en-GB"/>
              </w:rPr>
              <w:t>16.02.2024</w:t>
            </w:r>
          </w:p>
        </w:tc>
      </w:tr>
      <w:tr w:rsidR="005D7075" w:rsidRPr="00A95C12" w14:paraId="05D2C8FF" w14:textId="77777777">
        <w:tc>
          <w:tcPr>
            <w:tcW w:w="10239" w:type="dxa"/>
            <w:gridSpan w:val="2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113D6" w14:textId="77777777" w:rsidR="005D7075" w:rsidRPr="00A95C12" w:rsidRDefault="00D6703E" w:rsidP="007969C8">
            <w:pPr>
              <w:spacing w:before="100"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A95C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5C12" w:rsidRPr="00A95C12">
              <w:rPr>
                <w:rFonts w:ascii="Arial" w:hAnsi="Arial" w:cs="Arial"/>
                <w:sz w:val="20"/>
                <w:szCs w:val="20"/>
              </w:rPr>
              <w:t>DGS Diesel- und Getriebeservice GmbH, Wernher-von-Braun-Str</w:t>
            </w:r>
            <w:r w:rsidR="00A95C12">
              <w:rPr>
                <w:rFonts w:ascii="Arial" w:hAnsi="Arial" w:cs="Arial"/>
                <w:sz w:val="20"/>
                <w:szCs w:val="20"/>
              </w:rPr>
              <w:t>.11, D-545129 Mainz, Germany</w:t>
            </w:r>
          </w:p>
        </w:tc>
      </w:tr>
      <w:tr w:rsidR="005D7075" w:rsidRPr="00071DA1" w14:paraId="70C9F2DB" w14:textId="77777777">
        <w:tc>
          <w:tcPr>
            <w:tcW w:w="10239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75805C" w14:textId="77777777" w:rsidR="005D7075" w:rsidRPr="00E026CB" w:rsidRDefault="005967E0" w:rsidP="005967E0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5967E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Rolf Oerter, Customer Support, Training </w:t>
            </w:r>
            <w:r w:rsidR="00E026CB"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026CB"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Tel: </w:t>
            </w:r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>+49 6131-5807-737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cell: +49 1761-5807-737</w:t>
            </w:r>
            <w:r w:rsidRPr="005967E0">
              <w:rPr>
                <w:rFonts w:ascii="Arial" w:hAnsi="Arial" w:cs="Arial"/>
                <w:sz w:val="16"/>
                <w:szCs w:val="16"/>
                <w:lang w:val="en-US"/>
              </w:rPr>
              <w:t xml:space="preserve">  email: </w:t>
            </w:r>
            <w:hyperlink r:id="rId6" w:history="1">
              <w:r w:rsidRPr="005967E0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roerter@dgs-mainz.com</w:t>
              </w:r>
            </w:hyperlink>
            <w:r w:rsidRPr="005967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D7075" w:rsidRPr="00DB257A" w14:paraId="7AB736A9" w14:textId="77777777" w:rsidTr="008C082D">
        <w:trPr>
          <w:trHeight w:val="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0E76A690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8E09530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Customer, Orderer: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C83917" w14:textId="77777777" w:rsidR="005D7075" w:rsidRPr="00E026CB" w:rsidRDefault="00E2222D" w:rsidP="00E2222D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Enduser</w:t>
            </w:r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Owner</w:t>
            </w:r>
            <w:r w:rsidR="005D7075"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of vehicle:</w:t>
            </w: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42FB80" w14:textId="77777777" w:rsidR="005D7075" w:rsidRPr="00E026CB" w:rsidRDefault="005D7075" w:rsidP="004C1934">
            <w:pPr>
              <w:pStyle w:val="TabellenInhalt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Location of repair:</w:t>
            </w:r>
          </w:p>
        </w:tc>
      </w:tr>
      <w:tr w:rsidR="00F06FF4" w:rsidRPr="00DF5DEF" w14:paraId="31740AAB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61B8F771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Name: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0FF9823F" w14:textId="71E5D0CA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Yutong Uzbekistan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2065658" w14:textId="5C46DBF5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Transport Service of Tsshkent City, TashshaharTrans</w:t>
            </w: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2B554B" w14:textId="6BC8FC8F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Global Industrial Solutions</w:t>
            </w:r>
          </w:p>
        </w:tc>
      </w:tr>
      <w:tr w:rsidR="00F06FF4" w:rsidRPr="00022609" w14:paraId="2E8E718A" w14:textId="77777777" w:rsidTr="008C082D">
        <w:trPr>
          <w:trHeight w:val="24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4BCA15A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Street: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</w:tcBorders>
          </w:tcPr>
          <w:p w14:paraId="22AE08E8" w14:textId="77777777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</w:tcBorders>
          </w:tcPr>
          <w:p w14:paraId="09986036" w14:textId="77777777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right w:val="single" w:sz="1" w:space="0" w:color="000000"/>
            </w:tcBorders>
          </w:tcPr>
          <w:p w14:paraId="35AFA660" w14:textId="188DEDA4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F06FF4" w:rsidRPr="00DF5DEF" w14:paraId="5E5AF3DB" w14:textId="77777777" w:rsidTr="008C082D">
        <w:trPr>
          <w:cantSplit/>
          <w:trHeight w:val="90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29A68B9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Town:</w:t>
            </w:r>
          </w:p>
        </w:tc>
        <w:tc>
          <w:tcPr>
            <w:tcW w:w="2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6964B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0A50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831F" w14:textId="17E27171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Tashkent, Uzbekistan</w:t>
            </w:r>
          </w:p>
        </w:tc>
      </w:tr>
      <w:tr w:rsidR="00F06FF4" w:rsidRPr="00DF5DEF" w14:paraId="7D0912D4" w14:textId="77777777" w:rsidTr="008C082D">
        <w:trPr>
          <w:cantSplit/>
          <w:trHeight w:val="90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624A1038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ZIP Code</w:t>
            </w:r>
          </w:p>
        </w:tc>
        <w:tc>
          <w:tcPr>
            <w:tcW w:w="285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14:paraId="4E5D1141" w14:textId="77777777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2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636BCD71" w14:textId="77777777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584B" w14:textId="6526ACC1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75D5F">
              <w:rPr>
                <w:rFonts w:ascii="Arial" w:eastAsia="Lucida Sans Unicode" w:hAnsi="Arial" w:cs="Arial"/>
                <w:sz w:val="20"/>
                <w:szCs w:val="20"/>
                <w:lang w:val="en-GB"/>
              </w:rPr>
              <w:t xml:space="preserve"> 100097</w:t>
            </w:r>
          </w:p>
        </w:tc>
      </w:tr>
      <w:tr w:rsidR="00F06FF4" w:rsidRPr="004E7849" w14:paraId="40C5E583" w14:textId="77777777" w:rsidTr="008C082D">
        <w:trPr>
          <w:cantSplit/>
          <w:trHeight w:val="90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60244A32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color w:val="FF0000"/>
                <w:sz w:val="16"/>
                <w:szCs w:val="14"/>
                <w:lang w:val="en-GB"/>
              </w:rPr>
              <w:t>Province:</w:t>
            </w:r>
          </w:p>
        </w:tc>
        <w:tc>
          <w:tcPr>
            <w:tcW w:w="285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14:paraId="6B3F51AE" w14:textId="77777777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226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772D612A" w14:textId="77777777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3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8A43" w14:textId="17BE4481" w:rsidR="00F06FF4" w:rsidRPr="00E026CB" w:rsidRDefault="00F06FF4" w:rsidP="00F06FF4">
            <w:pPr>
              <w:tabs>
                <w:tab w:val="left" w:pos="3420"/>
                <w:tab w:val="left" w:pos="5040"/>
              </w:tabs>
              <w:snapToGrid w:val="0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F06FF4" w:rsidRPr="00DF5DEF" w14:paraId="57C5FAD4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03029CC6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Contact: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64504A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0D0B218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D2660" w14:textId="7956BAEA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Tokhir Abbasov</w:t>
            </w:r>
          </w:p>
        </w:tc>
      </w:tr>
      <w:tr w:rsidR="00F06FF4" w:rsidRPr="00DF5DEF" w14:paraId="5A44DC55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61347B91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Tel.: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357560BD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30CFE2F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8054DF" w14:textId="0F4D89BD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75D5F">
              <w:rPr>
                <w:rFonts w:ascii="Arial" w:hAnsi="Arial" w:cs="Arial"/>
                <w:sz w:val="20"/>
                <w:szCs w:val="20"/>
                <w:lang w:val="en-US"/>
              </w:rPr>
              <w:t>+998712319238</w:t>
            </w:r>
          </w:p>
        </w:tc>
      </w:tr>
      <w:tr w:rsidR="00F06FF4" w:rsidRPr="00DF5DEF" w14:paraId="5891F293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1EC5833F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Fax: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1A48BD9D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39EEC93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E6BA9D" w14:textId="2CA9CC56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F06FF4" w:rsidRPr="00DF5DEF" w14:paraId="4BC68C84" w14:textId="77777777" w:rsidTr="008C082D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</w:tcPr>
          <w:p w14:paraId="7213CD90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4"/>
                <w:lang w:val="en-GB"/>
              </w:rPr>
              <w:t>email:</w:t>
            </w:r>
          </w:p>
        </w:tc>
        <w:tc>
          <w:tcPr>
            <w:tcW w:w="2853" w:type="dxa"/>
            <w:gridSpan w:val="8"/>
            <w:tcBorders>
              <w:left w:val="single" w:sz="1" w:space="0" w:color="000000"/>
              <w:bottom w:val="single" w:sz="1" w:space="0" w:color="000000"/>
            </w:tcBorders>
          </w:tcPr>
          <w:p w14:paraId="7CC1F72F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834B93D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B33A0B" w14:textId="0910CD52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26C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7" w:history="1">
              <w:r w:rsidRPr="00667E83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takhir@global-industrial.uz</w:t>
              </w:r>
            </w:hyperlink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8C082D" w:rsidRPr="00DF5DEF" w14:paraId="1221DB2E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097999" w14:textId="77777777" w:rsidR="008C082D" w:rsidRPr="00E026CB" w:rsidRDefault="008C082D" w:rsidP="008C082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Purchase order #: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58AADA9" w14:textId="77777777" w:rsidR="008C082D" w:rsidRPr="00E026CB" w:rsidRDefault="008C082D" w:rsidP="008C082D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44350662" w14:textId="38E382F0" w:rsidR="008C082D" w:rsidRPr="005749E8" w:rsidRDefault="005749E8" w:rsidP="008C082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5749E8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AT0593688</w:t>
            </w: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142BD36" w14:textId="77777777" w:rsidR="008C082D" w:rsidRPr="00E026CB" w:rsidRDefault="008C082D" w:rsidP="008C082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026CB">
              <w:rPr>
                <w:rFonts w:ascii="Arial" w:hAnsi="Arial" w:cs="Arial"/>
                <w:b/>
                <w:sz w:val="14"/>
                <w:szCs w:val="14"/>
                <w:lang w:val="en-GB"/>
              </w:rPr>
              <w:t>Customer PO Date: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6191C4" w14:textId="77777777" w:rsidR="008C082D" w:rsidRPr="00E026CB" w:rsidRDefault="008C082D" w:rsidP="008C082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C082D" w:rsidRPr="00DF5DEF" w14:paraId="303EFBB4" w14:textId="77777777" w:rsidTr="008C082D">
        <w:tc>
          <w:tcPr>
            <w:tcW w:w="3705" w:type="dxa"/>
            <w:gridSpan w:val="9"/>
            <w:tcBorders>
              <w:left w:val="single" w:sz="1" w:space="0" w:color="000000"/>
              <w:bottom w:val="single" w:sz="1" w:space="0" w:color="000000"/>
            </w:tcBorders>
          </w:tcPr>
          <w:p w14:paraId="37E2386C" w14:textId="77777777" w:rsidR="008C082D" w:rsidRPr="00E026CB" w:rsidRDefault="008C082D" w:rsidP="008C082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Repairing Outlet (Allison Dealer)</w:t>
            </w:r>
          </w:p>
        </w:tc>
        <w:tc>
          <w:tcPr>
            <w:tcW w:w="3226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C9B505C" w14:textId="77777777" w:rsidR="008C082D" w:rsidRPr="00E026CB" w:rsidRDefault="008C082D" w:rsidP="008C082D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D66E469" w14:textId="77777777" w:rsidR="008C082D" w:rsidRPr="00E026CB" w:rsidRDefault="008C082D" w:rsidP="008C082D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558E40" w14:textId="77777777" w:rsidR="008C082D" w:rsidRPr="00E026CB" w:rsidRDefault="008C082D" w:rsidP="008C082D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06FF4" w:rsidRPr="00DF5DEF" w14:paraId="1ED56CD4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B4AE2AE" w14:textId="77777777" w:rsidR="00F06FF4" w:rsidRPr="000974B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0974B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Transm. Model: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02E7398E" w14:textId="02F53EAC" w:rsidR="00F06FF4" w:rsidRPr="000974B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GB"/>
              </w:rPr>
              <w:t>T375_R</w:t>
            </w: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B97B84D" w14:textId="77777777" w:rsidR="00F06FF4" w:rsidRPr="000974B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74B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PN</w:t>
            </w:r>
            <w:r w:rsidRPr="000974BB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6865944" w14:textId="24D3C888" w:rsidR="00F06FF4" w:rsidRPr="000974B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4CD7">
              <w:rPr>
                <w:rFonts w:ascii="Arial" w:hAnsi="Arial" w:cs="Arial"/>
                <w:color w:val="4D4D4D"/>
                <w:sz w:val="20"/>
                <w:szCs w:val="20"/>
                <w:shd w:val="clear" w:color="auto" w:fill="FFFFFF"/>
              </w:rPr>
              <w:t>E027061</w:t>
            </w: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B1B307C" w14:textId="77777777" w:rsidR="00F06FF4" w:rsidRPr="000974B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74B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SN: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1FFA63" w14:textId="71FF3A05" w:rsidR="00F06FF4" w:rsidRPr="000974BB" w:rsidRDefault="00832759" w:rsidP="00F06FF4">
            <w:pPr>
              <w:pStyle w:val="TabellenInhalt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759">
              <w:rPr>
                <w:rFonts w:ascii="Arial" w:hAnsi="Arial" w:cs="Arial"/>
                <w:sz w:val="20"/>
                <w:szCs w:val="20"/>
                <w:lang w:val="en-US"/>
              </w:rPr>
              <w:t>6511849858</w:t>
            </w:r>
          </w:p>
        </w:tc>
      </w:tr>
      <w:tr w:rsidR="00F06FF4" w:rsidRPr="00DF5DEF" w14:paraId="1A4A6A7C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BCB1B7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Transmission: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6DFABC3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13FBE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4B47A81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ACC84A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AA436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F06FF4" w:rsidRPr="00A83BA2" w14:paraId="6AB10EAF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E3D9B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TCM,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4724CE19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0375E3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PN 2: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CE7962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9135802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SN 2: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23E911" w14:textId="77777777" w:rsidR="00F06FF4" w:rsidRPr="000974B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06FF4" w:rsidRPr="00A83BA2" w14:paraId="40DF49D6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8D43C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Replacement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TCM, ECU, 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or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Shift Sel.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376E6BA8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24EC9E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PN 2: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D96220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3A4E621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Replacement       SN 2: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1D2347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F06FF4" w:rsidRPr="00DF5DEF" w14:paraId="4AD1A5EF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12077E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Non-Allison Part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65A58920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8A7C26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PN 3: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DC98A62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7CE9D81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SN 3: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7D37C7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F06FF4" w:rsidRPr="00DF5DEF" w14:paraId="01BB926E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7D79717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Application: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54CC4251" w14:textId="59B2128A" w:rsidR="00F06FF4" w:rsidRPr="00181D26" w:rsidRDefault="00506131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CIty Bus</w:t>
            </w: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190C05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OEM: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EEF98D" w14:textId="79699ABE" w:rsidR="00F06FF4" w:rsidRPr="00181D26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Yutong</w:t>
            </w:r>
          </w:p>
        </w:tc>
        <w:tc>
          <w:tcPr>
            <w:tcW w:w="112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CE878F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Model:</w:t>
            </w:r>
          </w:p>
        </w:tc>
        <w:tc>
          <w:tcPr>
            <w:tcW w:w="2186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75F819" w14:textId="66C635A9" w:rsidR="00F06FF4" w:rsidRPr="00181D26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ZK6126HG</w:t>
            </w:r>
          </w:p>
        </w:tc>
      </w:tr>
      <w:tr w:rsidR="00F06FF4" w:rsidRPr="00DF5DEF" w14:paraId="3BFAC47C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ED340B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Application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0DF258AD" w14:textId="4E94CE6F" w:rsidR="00F06FF4" w:rsidRPr="00E026CB" w:rsidRDefault="00506131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BU02</w:t>
            </w:r>
          </w:p>
        </w:tc>
        <w:tc>
          <w:tcPr>
            <w:tcW w:w="6534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40A4B0" w14:textId="676E8F20" w:rsidR="00F06FF4" w:rsidRPr="00E026CB" w:rsidRDefault="00BB52D8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Internal number 02 700</w:t>
            </w:r>
          </w:p>
        </w:tc>
      </w:tr>
      <w:tr w:rsidR="00ED3FEC" w:rsidRPr="00DF5DEF" w14:paraId="11EBB545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50AD01" w14:textId="77777777" w:rsidR="00ED3FEC" w:rsidRPr="00E026CB" w:rsidRDefault="00ED3FEC" w:rsidP="00ED3FEC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vehicle ID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(VIN)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1809BEAE" w14:textId="5FCF20C9" w:rsidR="00ED3FEC" w:rsidRPr="00181D26" w:rsidRDefault="00ED3FEC" w:rsidP="00ED3FE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759">
              <w:rPr>
                <w:rFonts w:ascii="Arial" w:hAnsi="Arial" w:cs="Arial"/>
                <w:sz w:val="20"/>
                <w:szCs w:val="20"/>
                <w:lang w:val="en-US"/>
              </w:rPr>
              <w:t>LZYTMGEF0P1003139</w:t>
            </w: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E4DF58" w14:textId="77777777" w:rsidR="00ED3FEC" w:rsidRPr="00E026CB" w:rsidRDefault="00ED3FEC" w:rsidP="00ED3FEC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Registr.plate: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F590D69" w14:textId="015F1286" w:rsidR="00ED3FEC" w:rsidRPr="00181D26" w:rsidRDefault="00ED3FEC" w:rsidP="00ED3FEC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476 LKA</w:t>
            </w:r>
          </w:p>
        </w:tc>
        <w:tc>
          <w:tcPr>
            <w:tcW w:w="75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6431D6" w14:textId="77777777" w:rsidR="00ED3FEC" w:rsidRPr="00E026CB" w:rsidRDefault="00ED3FEC" w:rsidP="00ED3FEC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Engine:</w:t>
            </w:r>
          </w:p>
        </w:tc>
        <w:tc>
          <w:tcPr>
            <w:tcW w:w="255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8BD87" w14:textId="220CFE62" w:rsidR="00ED3FEC" w:rsidRPr="00E026CB" w:rsidRDefault="00ED3FEC" w:rsidP="00ED3FEC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4CD7">
              <w:rPr>
                <w:rFonts w:ascii="Arial" w:hAnsi="Arial" w:cs="Arial"/>
                <w:sz w:val="20"/>
                <w:szCs w:val="20"/>
                <w:lang w:val="en-GB"/>
              </w:rPr>
              <w:t>Yuch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ai</w:t>
            </w:r>
          </w:p>
        </w:tc>
      </w:tr>
      <w:tr w:rsidR="00F06FF4" w:rsidRPr="00DF5DEF" w14:paraId="6E6A6AD3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95C7A6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In Service Date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:</w:t>
            </w:r>
          </w:p>
        </w:tc>
        <w:tc>
          <w:tcPr>
            <w:tcW w:w="2259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14:paraId="7F18EBE4" w14:textId="61F530BE" w:rsidR="00F06FF4" w:rsidRPr="00181D26" w:rsidRDefault="00A35D95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30.06.2023</w:t>
            </w: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1E79B1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Veh. </w:t>
            </w: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hours: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E2F82D8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75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BB88EF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Veh.</w:t>
            </w: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km:</w:t>
            </w:r>
          </w:p>
        </w:tc>
        <w:tc>
          <w:tcPr>
            <w:tcW w:w="255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812B63" w14:textId="7EEEAD1E" w:rsidR="00F06FF4" w:rsidRPr="00181D26" w:rsidRDefault="00832759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82283</w:t>
            </w:r>
          </w:p>
        </w:tc>
      </w:tr>
      <w:tr w:rsidR="00F06FF4" w:rsidRPr="00071DA1" w14:paraId="1EEEF2D8" w14:textId="77777777" w:rsidTr="008C082D"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3911625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Pre Delivery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35B9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YES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E174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1" w:space="0" w:color="000000"/>
            </w:tcBorders>
          </w:tcPr>
          <w:p w14:paraId="4A8E2B08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NO</w:t>
            </w:r>
          </w:p>
        </w:tc>
        <w:tc>
          <w:tcPr>
            <w:tcW w:w="56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15B08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1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2287C9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Claim Type:</w:t>
            </w:r>
          </w:p>
        </w:tc>
        <w:tc>
          <w:tcPr>
            <w:tcW w:w="206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9BFE1D8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54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7DB50" w14:textId="77777777" w:rsidR="00F06FF4" w:rsidRPr="00AD0041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D0041">
              <w:rPr>
                <w:rFonts w:ascii="Arial" w:hAnsi="Arial" w:cs="Arial"/>
                <w:b/>
                <w:sz w:val="16"/>
                <w:szCs w:val="16"/>
                <w:lang w:val="en-GB"/>
              </w:rPr>
              <w:t>Field Action #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or Activity Indicator</w:t>
            </w:r>
          </w:p>
        </w:tc>
        <w:tc>
          <w:tcPr>
            <w:tcW w:w="176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B53640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F06FF4" w:rsidRPr="00071DA1" w14:paraId="5D35629B" w14:textId="77777777" w:rsidTr="008C082D">
        <w:tc>
          <w:tcPr>
            <w:tcW w:w="6931" w:type="dxa"/>
            <w:gridSpan w:val="14"/>
            <w:tcBorders>
              <w:left w:val="single" w:sz="1" w:space="0" w:color="000000"/>
              <w:bottom w:val="single" w:sz="4" w:space="0" w:color="auto"/>
            </w:tcBorders>
          </w:tcPr>
          <w:p w14:paraId="4FE707C8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Date in Service after last repair, or Date in Service of exchange unit if failed unit was repaired once before, or if failed unit is already a replacement (SWING) Transmission</w:t>
            </w:r>
            <w:r w:rsidRPr="00E026CB">
              <w:rPr>
                <w:rFonts w:ascii="Arial" w:hAnsi="Arial" w:cs="Arial"/>
                <w:sz w:val="16"/>
                <w:szCs w:val="16"/>
                <w:lang w:val="en-GB"/>
              </w:rPr>
              <w:t xml:space="preserve"> :</w:t>
            </w:r>
          </w:p>
        </w:tc>
        <w:tc>
          <w:tcPr>
            <w:tcW w:w="3308" w:type="dxa"/>
            <w:gridSpan w:val="7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D227026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F06FF4" w:rsidRPr="00AB4CC6" w14:paraId="1F21FD1D" w14:textId="77777777" w:rsidTr="008C082D"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B770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Time:</w:t>
            </w:r>
          </w:p>
        </w:tc>
        <w:tc>
          <w:tcPr>
            <w:tcW w:w="1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2972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A127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Travel km if company car used: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2B7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177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PFPN: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E95" w14:textId="391A2023" w:rsidR="00F06FF4" w:rsidRPr="00302771" w:rsidRDefault="00BD4EE5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02771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29558107</w:t>
            </w:r>
          </w:p>
        </w:tc>
      </w:tr>
      <w:tr w:rsidR="00F06FF4" w:rsidRPr="00AB4CC6" w14:paraId="57653E82" w14:textId="77777777" w:rsidTr="008C082D"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F2F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Labor Last Applied date:</w:t>
            </w:r>
          </w:p>
        </w:tc>
        <w:tc>
          <w:tcPr>
            <w:tcW w:w="1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A941" w14:textId="5D8D4684" w:rsidR="00F06FF4" w:rsidRPr="00E026CB" w:rsidRDefault="00832759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20</w:t>
            </w:r>
            <w:r w:rsidR="0063058A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.02.2024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842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Technician’s Name:</w:t>
            </w:r>
          </w:p>
        </w:tc>
        <w:tc>
          <w:tcPr>
            <w:tcW w:w="2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C70F" w14:textId="07A71D03" w:rsidR="00F06FF4" w:rsidRPr="00E026CB" w:rsidRDefault="0063058A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Johannes Mann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3E13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F06FF4" w:rsidRPr="005D7075" w14:paraId="4AD94C3D" w14:textId="77777777" w:rsidTr="008C082D"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F8B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Complaint Code: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39A2" w14:textId="27008E98" w:rsidR="00F06FF4" w:rsidRPr="00302771" w:rsidRDefault="0063058A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3027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EL02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E6EC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AWAARE Failure Code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DB39" w14:textId="431E88F9" w:rsidR="00F06FF4" w:rsidRPr="00302771" w:rsidRDefault="00302771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3027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AD15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24B3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BEC4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59F2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F06FF4" w:rsidRPr="005D7075" w14:paraId="533543AA" w14:textId="77777777" w:rsidTr="008C082D"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AA43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E026CB">
              <w:rPr>
                <w:rFonts w:ascii="Arial" w:hAnsi="Arial" w:cs="Arial"/>
                <w:b/>
                <w:sz w:val="16"/>
                <w:szCs w:val="16"/>
                <w:lang w:val="en-GB"/>
              </w:rPr>
              <w:t>Diagnostic Codes: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879C" w14:textId="5D60DC7F" w:rsidR="00F06FF4" w:rsidRPr="00302771" w:rsidRDefault="00832759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30277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P2789 active</w:t>
            </w: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3926" w14:textId="67F7E115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399A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97C4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3DB3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F3D7" w14:textId="77777777" w:rsidR="00F06FF4" w:rsidRPr="00E026CB" w:rsidRDefault="00F06FF4" w:rsidP="00F06FF4">
            <w:pPr>
              <w:pStyle w:val="TabellenInhalt"/>
              <w:snapToGrid w:val="0"/>
              <w:spacing w:after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</w:tbl>
    <w:p w14:paraId="3D71B251" w14:textId="77777777" w:rsidR="0065737B" w:rsidRDefault="0065737B" w:rsidP="00912D3B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DD293EF" w14:textId="77777777" w:rsidR="00A656F9" w:rsidRDefault="00A656F9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br w:type="page"/>
      </w:r>
    </w:p>
    <w:p w14:paraId="274B3958" w14:textId="77777777" w:rsidR="001D1B0B" w:rsidRPr="00DA1A6C" w:rsidRDefault="001D1B0B" w:rsidP="001D1B0B">
      <w:pPr>
        <w:rPr>
          <w:rFonts w:ascii="Arial" w:hAnsi="Arial" w:cs="Arial"/>
          <w:sz w:val="20"/>
          <w:szCs w:val="20"/>
          <w:lang w:val="en-US"/>
        </w:rPr>
      </w:pPr>
      <w:r w:rsidRPr="00DA1A6C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 xml:space="preserve">Complaint </w:t>
      </w:r>
      <w:r w:rsidRPr="00DA1A6C">
        <w:rPr>
          <w:rFonts w:ascii="Arial" w:hAnsi="Arial" w:cs="Arial"/>
          <w:i/>
          <w:iCs/>
          <w:sz w:val="20"/>
          <w:szCs w:val="20"/>
          <w:lang w:val="en-US"/>
        </w:rPr>
        <w:t>(=Complaint from Driver or from customer):</w:t>
      </w:r>
      <w:r w:rsidRPr="00DA1A6C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DA1A6C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Pr="00DA1A6C">
        <w:rPr>
          <w:rFonts w:ascii="Arial" w:hAnsi="Arial" w:cs="Arial"/>
          <w:sz w:val="20"/>
          <w:szCs w:val="20"/>
          <w:lang w:val="en-US"/>
        </w:rPr>
        <w:t>Check Transmission light is ON. Wrench icon in shift selector is ON. Harsh shifts.</w:t>
      </w:r>
    </w:p>
    <w:p w14:paraId="279EF2C9" w14:textId="77777777" w:rsidR="001D1B0B" w:rsidRPr="00DA1A6C" w:rsidRDefault="001D1B0B" w:rsidP="001D1B0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fr-FR"/>
        </w:rPr>
      </w:pPr>
    </w:p>
    <w:p w14:paraId="17D4D06E" w14:textId="77777777" w:rsidR="001D1B0B" w:rsidRPr="00DA1A6C" w:rsidRDefault="001D1B0B" w:rsidP="001D1B0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A1A6C">
        <w:rPr>
          <w:rFonts w:ascii="Arial" w:hAnsi="Arial" w:cs="Arial"/>
          <w:b/>
          <w:sz w:val="20"/>
          <w:szCs w:val="20"/>
          <w:lang w:val="fr-FR"/>
        </w:rPr>
        <w:t xml:space="preserve">Cause: </w:t>
      </w:r>
      <w:r w:rsidRPr="00DA1A6C">
        <w:rPr>
          <w:rFonts w:ascii="Arial" w:hAnsi="Arial" w:cs="Arial"/>
          <w:bCs/>
          <w:i/>
          <w:iCs/>
          <w:sz w:val="20"/>
          <w:szCs w:val="20"/>
          <w:lang w:val="fr-FR"/>
        </w:rPr>
        <w:t>(=What caused the problem ?)</w:t>
      </w:r>
    </w:p>
    <w:p w14:paraId="5A4CC368" w14:textId="77777777" w:rsidR="001D1B0B" w:rsidRPr="00DA1A6C" w:rsidRDefault="001D1B0B" w:rsidP="001D1B0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DA1A6C">
        <w:rPr>
          <w:rFonts w:ascii="Arial" w:hAnsi="Arial" w:cs="Arial"/>
          <w:sz w:val="20"/>
          <w:szCs w:val="20"/>
          <w:lang w:val="en-US"/>
        </w:rPr>
        <w:t>P2789 active.  Transhealth Monitor indicating  “Not ok” . Solenoid-Valve-Body bore worn. Solenoid Valbe body was of former style, prior to the updated version:</w:t>
      </w:r>
    </w:p>
    <w:p w14:paraId="4DF15681" w14:textId="77777777" w:rsidR="001D1B0B" w:rsidRPr="00DA1A6C" w:rsidRDefault="001D1B0B" w:rsidP="001D1B0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7591389" w14:textId="16E597E2" w:rsidR="001D1B0B" w:rsidRPr="008C00F1" w:rsidRDefault="001D1B0B" w:rsidP="001D1B0B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DA1A6C">
        <w:rPr>
          <w:rFonts w:ascii="Arial" w:hAnsi="Arial" w:cs="Arial"/>
          <w:b/>
          <w:sz w:val="20"/>
          <w:szCs w:val="20"/>
          <w:lang w:val="en-US"/>
        </w:rPr>
        <w:t>Correction:</w:t>
      </w:r>
    </w:p>
    <w:p w14:paraId="3F4F3FB1" w14:textId="77777777" w:rsidR="001D1B0B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Recorded Snapshot,</w:t>
      </w:r>
    </w:p>
    <w:p w14:paraId="5E4B49BB" w14:textId="77777777" w:rsidR="001D1B0B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Performed hydraulic pressure tests and filled pressure test sheet.</w:t>
      </w:r>
    </w:p>
    <w:p w14:paraId="0958825F" w14:textId="77777777" w:rsidR="001D1B0B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R&amp;R control module and overhauled control module with updated version of solenoid valve body and with updates version of Trim Valves (SIL 06-WT-22).</w:t>
      </w:r>
    </w:p>
    <w:p w14:paraId="238E3E85" w14:textId="77777777" w:rsidR="001D1B0B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Collected an oil sample for eventual analysis.</w:t>
      </w:r>
    </w:p>
    <w:p w14:paraId="23013D26" w14:textId="77777777" w:rsidR="001D1B0B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Filled with fresh TES668 fluid, because the original fluid looked </w:t>
      </w:r>
    </w:p>
    <w:p w14:paraId="0193A390" w14:textId="77777777" w:rsidR="001D1B0B" w:rsidRPr="008F0DB4" w:rsidRDefault="001D1B0B" w:rsidP="001D1B0B">
      <w:pPr>
        <w:pStyle w:val="Listenabsatz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Final Test drive with Fast Adaptive</w:t>
      </w:r>
    </w:p>
    <w:p w14:paraId="360709B9" w14:textId="77777777" w:rsidR="00311554" w:rsidRPr="00105ED7" w:rsidRDefault="00311554" w:rsidP="00B876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14:paraId="6E38BACB" w14:textId="77777777" w:rsidR="00DB257A" w:rsidRDefault="00DB257A" w:rsidP="00B876A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p w14:paraId="48E3E639" w14:textId="498E59FF" w:rsidR="00912D3B" w:rsidRPr="00DB257A" w:rsidRDefault="00912D3B" w:rsidP="00912D3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DB257A">
        <w:rPr>
          <w:rFonts w:ascii="Arial" w:hAnsi="Arial" w:cs="Arial"/>
          <w:b/>
          <w:bCs/>
          <w:sz w:val="20"/>
          <w:szCs w:val="20"/>
          <w:lang w:val="en-US"/>
        </w:rPr>
        <w:t>Comment:</w:t>
      </w:r>
    </w:p>
    <w:p w14:paraId="6A03F35E" w14:textId="77777777" w:rsidR="00391E69" w:rsidRDefault="00391E69" w:rsidP="00EA3FB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49C551C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p w14:paraId="6CB21074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982"/>
        <w:gridCol w:w="992"/>
        <w:gridCol w:w="964"/>
      </w:tblGrid>
      <w:tr w:rsidR="004E7849" w:rsidRPr="00912D3B" w14:paraId="5C328DAF" w14:textId="77777777" w:rsidTr="00677A45">
        <w:tc>
          <w:tcPr>
            <w:tcW w:w="1418" w:type="dxa"/>
            <w:shd w:val="clear" w:color="auto" w:fill="auto"/>
          </w:tcPr>
          <w:p w14:paraId="062E2383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 Code</w:t>
            </w:r>
          </w:p>
        </w:tc>
        <w:tc>
          <w:tcPr>
            <w:tcW w:w="5982" w:type="dxa"/>
            <w:shd w:val="clear" w:color="auto" w:fill="auto"/>
          </w:tcPr>
          <w:p w14:paraId="33150553" w14:textId="77777777" w:rsidR="004E7849" w:rsidRPr="00912D3B" w:rsidRDefault="004E7849" w:rsidP="00965D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92" w:type="dxa"/>
            <w:shd w:val="clear" w:color="auto" w:fill="auto"/>
          </w:tcPr>
          <w:p w14:paraId="487A057D" w14:textId="77777777" w:rsidR="004E7849" w:rsidRPr="00912D3B" w:rsidRDefault="004E7849" w:rsidP="004E784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allowed</w:t>
            </w:r>
          </w:p>
        </w:tc>
        <w:tc>
          <w:tcPr>
            <w:tcW w:w="964" w:type="dxa"/>
            <w:shd w:val="clear" w:color="auto" w:fill="auto"/>
          </w:tcPr>
          <w:p w14:paraId="0C315911" w14:textId="77777777" w:rsidR="004E7849" w:rsidRPr="00912D3B" w:rsidRDefault="004E7849" w:rsidP="00965D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2D3B">
              <w:rPr>
                <w:rFonts w:ascii="Arial" w:hAnsi="Arial" w:cs="Arial"/>
                <w:sz w:val="20"/>
                <w:szCs w:val="20"/>
                <w:lang w:val="en-US"/>
              </w:rPr>
              <w:t>Time needed</w:t>
            </w:r>
          </w:p>
        </w:tc>
      </w:tr>
      <w:tr w:rsidR="001D1B0B" w:rsidRPr="00F06FF4" w14:paraId="00B5E951" w14:textId="77777777" w:rsidTr="00677A45">
        <w:tc>
          <w:tcPr>
            <w:tcW w:w="1418" w:type="dxa"/>
            <w:shd w:val="clear" w:color="auto" w:fill="auto"/>
          </w:tcPr>
          <w:p w14:paraId="1A72485F" w14:textId="53F17B92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00096901</w:t>
            </w:r>
          </w:p>
        </w:tc>
        <w:tc>
          <w:tcPr>
            <w:tcW w:w="5982" w:type="dxa"/>
            <w:shd w:val="clear" w:color="auto" w:fill="auto"/>
          </w:tcPr>
          <w:p w14:paraId="2D4F172A" w14:textId="16856F3F" w:rsidR="001D1B0B" w:rsidRPr="001D1B0B" w:rsidRDefault="001D1B0B" w:rsidP="001D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 xml:space="preserve">Troubleshooting with DOC, Snapshot, </w:t>
            </w:r>
          </w:p>
        </w:tc>
        <w:tc>
          <w:tcPr>
            <w:tcW w:w="992" w:type="dxa"/>
            <w:shd w:val="clear" w:color="auto" w:fill="auto"/>
          </w:tcPr>
          <w:p w14:paraId="4E387801" w14:textId="18097B43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67609EB8" w14:textId="78137034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1D1B0B" w:rsidRPr="00F06FF4" w14:paraId="7F12BC08" w14:textId="77777777" w:rsidTr="00677A45">
        <w:tc>
          <w:tcPr>
            <w:tcW w:w="1418" w:type="dxa"/>
            <w:shd w:val="clear" w:color="auto" w:fill="auto"/>
          </w:tcPr>
          <w:p w14:paraId="5DC46E30" w14:textId="39E0EBD0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00094011</w:t>
            </w:r>
          </w:p>
        </w:tc>
        <w:tc>
          <w:tcPr>
            <w:tcW w:w="5982" w:type="dxa"/>
            <w:shd w:val="clear" w:color="auto" w:fill="auto"/>
          </w:tcPr>
          <w:p w14:paraId="53C41642" w14:textId="5543485C" w:rsidR="001D1B0B" w:rsidRPr="001D1B0B" w:rsidRDefault="001D1B0B" w:rsidP="001D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R&amp;R underfloor-plate to get access to transmission</w:t>
            </w:r>
          </w:p>
        </w:tc>
        <w:tc>
          <w:tcPr>
            <w:tcW w:w="992" w:type="dxa"/>
            <w:shd w:val="clear" w:color="auto" w:fill="auto"/>
          </w:tcPr>
          <w:p w14:paraId="2496B9B8" w14:textId="113BCB0A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455F9638" w14:textId="2E015DCF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1D1B0B" w:rsidRPr="00F06FF4" w14:paraId="0A0C2AB5" w14:textId="77777777" w:rsidTr="00677A45">
        <w:tc>
          <w:tcPr>
            <w:tcW w:w="1418" w:type="dxa"/>
            <w:shd w:val="clear" w:color="auto" w:fill="auto"/>
          </w:tcPr>
          <w:p w14:paraId="0CC46902" w14:textId="7EEAAF49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00096900</w:t>
            </w:r>
          </w:p>
        </w:tc>
        <w:tc>
          <w:tcPr>
            <w:tcW w:w="5982" w:type="dxa"/>
            <w:shd w:val="clear" w:color="auto" w:fill="auto"/>
          </w:tcPr>
          <w:p w14:paraId="65FD2CFE" w14:textId="7C611166" w:rsidR="001D1B0B" w:rsidRPr="001D1B0B" w:rsidRDefault="001D1B0B" w:rsidP="001D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2 hydraulic pressure tests acc. to SIL 26-WT-23 and filling test sheets.</w:t>
            </w:r>
          </w:p>
        </w:tc>
        <w:tc>
          <w:tcPr>
            <w:tcW w:w="992" w:type="dxa"/>
            <w:shd w:val="clear" w:color="auto" w:fill="auto"/>
          </w:tcPr>
          <w:p w14:paraId="3CB4001D" w14:textId="32E56001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60752B54" w14:textId="49E006E9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1D1B0B" w:rsidRPr="00F06FF4" w14:paraId="4A74651A" w14:textId="77777777" w:rsidTr="00677A45">
        <w:tc>
          <w:tcPr>
            <w:tcW w:w="1418" w:type="dxa"/>
            <w:shd w:val="clear" w:color="auto" w:fill="auto"/>
          </w:tcPr>
          <w:p w14:paraId="0FCF1888" w14:textId="3275E273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00094700</w:t>
            </w:r>
          </w:p>
        </w:tc>
        <w:tc>
          <w:tcPr>
            <w:tcW w:w="5982" w:type="dxa"/>
            <w:shd w:val="clear" w:color="auto" w:fill="auto"/>
          </w:tcPr>
          <w:p w14:paraId="16ECC46B" w14:textId="6F7D2C64" w:rsidR="001D1B0B" w:rsidRPr="001D1B0B" w:rsidRDefault="001D1B0B" w:rsidP="001D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R&amp;R Control Valve Body</w:t>
            </w:r>
          </w:p>
        </w:tc>
        <w:tc>
          <w:tcPr>
            <w:tcW w:w="992" w:type="dxa"/>
            <w:shd w:val="clear" w:color="auto" w:fill="auto"/>
          </w:tcPr>
          <w:p w14:paraId="1437FA64" w14:textId="77777777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428D86AD" w14:textId="301CF7A2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</w:p>
        </w:tc>
      </w:tr>
      <w:tr w:rsidR="001D1B0B" w:rsidRPr="00F06FF4" w14:paraId="6BAD494A" w14:textId="77777777" w:rsidTr="00677A45">
        <w:tc>
          <w:tcPr>
            <w:tcW w:w="1418" w:type="dxa"/>
            <w:shd w:val="clear" w:color="auto" w:fill="auto"/>
          </w:tcPr>
          <w:p w14:paraId="6E577082" w14:textId="6254CCB4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00096100</w:t>
            </w:r>
          </w:p>
        </w:tc>
        <w:tc>
          <w:tcPr>
            <w:tcW w:w="5982" w:type="dxa"/>
            <w:shd w:val="clear" w:color="auto" w:fill="auto"/>
          </w:tcPr>
          <w:p w14:paraId="2B8411CE" w14:textId="6A3E00D6" w:rsidR="001D1B0B" w:rsidRPr="001D1B0B" w:rsidRDefault="001D1B0B" w:rsidP="001D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Overhaul Control Valve Body</w:t>
            </w:r>
          </w:p>
        </w:tc>
        <w:tc>
          <w:tcPr>
            <w:tcW w:w="992" w:type="dxa"/>
            <w:shd w:val="clear" w:color="auto" w:fill="auto"/>
          </w:tcPr>
          <w:p w14:paraId="04ABD8F1" w14:textId="77777777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  <w:shd w:val="clear" w:color="auto" w:fill="auto"/>
          </w:tcPr>
          <w:p w14:paraId="4FAE4581" w14:textId="67B2FDB6" w:rsidR="001D1B0B" w:rsidRPr="001D1B0B" w:rsidRDefault="001D1B0B" w:rsidP="001D1B0B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</w:p>
        </w:tc>
      </w:tr>
    </w:tbl>
    <w:p w14:paraId="71E19D82" w14:textId="77777777" w:rsidR="004A02EC" w:rsidRDefault="004A02EC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935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2" w:type="dxa"/>
          <w:left w:w="42" w:type="dxa"/>
          <w:bottom w:w="42" w:type="dxa"/>
          <w:right w:w="42" w:type="dxa"/>
        </w:tblCellMar>
        <w:tblLook w:val="0000" w:firstRow="0" w:lastRow="0" w:firstColumn="0" w:lastColumn="0" w:noHBand="0" w:noVBand="0"/>
      </w:tblPr>
      <w:tblGrid>
        <w:gridCol w:w="1418"/>
        <w:gridCol w:w="7087"/>
        <w:gridCol w:w="851"/>
      </w:tblGrid>
      <w:tr w:rsidR="000B262D" w:rsidRPr="00DF5DEF" w14:paraId="6FE37CD5" w14:textId="77777777" w:rsidTr="00A656F9">
        <w:tc>
          <w:tcPr>
            <w:tcW w:w="1418" w:type="dxa"/>
          </w:tcPr>
          <w:p w14:paraId="7764675B" w14:textId="77777777" w:rsidR="000B262D" w:rsidRPr="00A4750F" w:rsidRDefault="000B262D" w:rsidP="009D0D06">
            <w:pPr>
              <w:pStyle w:val="StandardWeb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D0D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Part Number</w:t>
            </w:r>
          </w:p>
        </w:tc>
        <w:tc>
          <w:tcPr>
            <w:tcW w:w="7087" w:type="dxa"/>
            <w:vAlign w:val="center"/>
          </w:tcPr>
          <w:p w14:paraId="61DDF3E2" w14:textId="77777777" w:rsidR="000B262D" w:rsidRPr="009D0D06" w:rsidRDefault="009D0D06" w:rsidP="009D0D06">
            <w:pPr>
              <w:rPr>
                <w:rFonts w:ascii="Arial" w:hAnsi="Arial" w:cs="Tahoma"/>
                <w:b/>
                <w:sz w:val="18"/>
                <w:szCs w:val="18"/>
              </w:rPr>
            </w:pPr>
            <w:r w:rsidRPr="00881C44">
              <w:rPr>
                <w:rFonts w:ascii="Arial" w:hAnsi="Arial" w:cs="Tahoma"/>
                <w:b/>
                <w:sz w:val="18"/>
                <w:szCs w:val="18"/>
                <w:lang w:val="en-US"/>
              </w:rPr>
              <w:t xml:space="preserve"> Part Desc</w:t>
            </w:r>
            <w:r>
              <w:rPr>
                <w:rFonts w:ascii="Arial" w:hAnsi="Arial" w:cs="Tahoma"/>
                <w:b/>
                <w:sz w:val="18"/>
                <w:szCs w:val="18"/>
              </w:rPr>
              <w:t>ription</w:t>
            </w:r>
          </w:p>
        </w:tc>
        <w:tc>
          <w:tcPr>
            <w:tcW w:w="851" w:type="dxa"/>
            <w:vAlign w:val="center"/>
          </w:tcPr>
          <w:p w14:paraId="1AE21F9D" w14:textId="77777777" w:rsidR="000B262D" w:rsidRPr="009D0D06" w:rsidRDefault="000B262D" w:rsidP="009D0D06">
            <w:pPr>
              <w:tabs>
                <w:tab w:val="left" w:pos="735"/>
              </w:tabs>
              <w:jc w:val="right"/>
              <w:rPr>
                <w:rFonts w:ascii="Arial" w:hAnsi="Arial" w:cs="Tahoma"/>
                <w:b/>
                <w:sz w:val="20"/>
                <w:szCs w:val="20"/>
              </w:rPr>
            </w:pPr>
            <w:r w:rsidRPr="009D0D06">
              <w:rPr>
                <w:rFonts w:ascii="Arial" w:hAnsi="Arial" w:cs="Tahoma"/>
                <w:b/>
                <w:sz w:val="20"/>
                <w:szCs w:val="20"/>
              </w:rPr>
              <w:t>Qty</w:t>
            </w:r>
          </w:p>
        </w:tc>
      </w:tr>
      <w:tr w:rsidR="001D1B0B" w14:paraId="6D0C5337" w14:textId="77777777" w:rsidTr="00A656F9">
        <w:tc>
          <w:tcPr>
            <w:tcW w:w="1418" w:type="dxa"/>
          </w:tcPr>
          <w:p w14:paraId="0538FD6E" w14:textId="3DCA37DB" w:rsidR="001D1B0B" w:rsidRPr="001D1B0B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D1B0B">
              <w:rPr>
                <w:rFonts w:ascii="Arial" w:hAnsi="Arial" w:cs="Arial"/>
                <w:color w:val="333333"/>
                <w:sz w:val="20"/>
                <w:szCs w:val="20"/>
              </w:rPr>
              <w:t>29558107</w:t>
            </w:r>
            <w:r w:rsidRPr="001D1B0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5F16C9" w14:textId="11CDADBE" w:rsidR="001D1B0B" w:rsidRPr="001D1B0B" w:rsidRDefault="001D1B0B" w:rsidP="001D1B0B">
            <w:pPr>
              <w:pStyle w:val="StandardWeb"/>
              <w:rPr>
                <w:sz w:val="21"/>
                <w:szCs w:val="21"/>
                <w:lang w:val="en-US"/>
              </w:rPr>
            </w:pPr>
            <w:r w:rsidRPr="001D1B0B">
              <w:rPr>
                <w:sz w:val="21"/>
                <w:szCs w:val="21"/>
                <w:lang w:val="en-US"/>
              </w:rPr>
              <w:t>Body Assembly, Solenoid Valve And Pin</w:t>
            </w:r>
          </w:p>
        </w:tc>
        <w:tc>
          <w:tcPr>
            <w:tcW w:w="851" w:type="dxa"/>
            <w:vAlign w:val="center"/>
          </w:tcPr>
          <w:p w14:paraId="38FA1535" w14:textId="1A8F1C0E" w:rsidR="001D1B0B" w:rsidRPr="001D1B0B" w:rsidRDefault="001D1B0B" w:rsidP="001D1B0B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 w:rsidRPr="001D1B0B">
              <w:rPr>
                <w:sz w:val="20"/>
                <w:szCs w:val="20"/>
                <w:lang w:val="en-US"/>
              </w:rPr>
              <w:t>1</w:t>
            </w:r>
          </w:p>
        </w:tc>
      </w:tr>
      <w:tr w:rsidR="001D1B0B" w14:paraId="004B8700" w14:textId="77777777" w:rsidTr="00A656F9">
        <w:tc>
          <w:tcPr>
            <w:tcW w:w="1418" w:type="dxa"/>
          </w:tcPr>
          <w:p w14:paraId="448BF8EF" w14:textId="7F340A3E" w:rsidR="001D1B0B" w:rsidRPr="001D1B0B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1B0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29566113</w:t>
            </w:r>
          </w:p>
        </w:tc>
        <w:tc>
          <w:tcPr>
            <w:tcW w:w="7087" w:type="dxa"/>
            <w:vAlign w:val="center"/>
          </w:tcPr>
          <w:p w14:paraId="48D9AF08" w14:textId="0A79DF78" w:rsidR="001D1B0B" w:rsidRPr="001D1B0B" w:rsidRDefault="001D1B0B" w:rsidP="001D1B0B">
            <w:pPr>
              <w:pStyle w:val="StandardWeb"/>
              <w:rPr>
                <w:sz w:val="21"/>
                <w:szCs w:val="21"/>
                <w:lang w:val="en-US"/>
              </w:rPr>
            </w:pPr>
            <w:r w:rsidRPr="001D1B0B">
              <w:rPr>
                <w:sz w:val="21"/>
                <w:szCs w:val="21"/>
                <w:lang w:val="en-US"/>
              </w:rPr>
              <w:t>Valve, Clutch Trim. See 06-WT-22</w:t>
            </w:r>
          </w:p>
        </w:tc>
        <w:tc>
          <w:tcPr>
            <w:tcW w:w="851" w:type="dxa"/>
            <w:vAlign w:val="center"/>
          </w:tcPr>
          <w:p w14:paraId="621CA750" w14:textId="007EA449" w:rsidR="001D1B0B" w:rsidRPr="001D1B0B" w:rsidRDefault="001D1B0B" w:rsidP="001D1B0B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 w:rsidRPr="001D1B0B">
              <w:rPr>
                <w:sz w:val="20"/>
                <w:szCs w:val="20"/>
                <w:lang w:val="en-US"/>
              </w:rPr>
              <w:t>4</w:t>
            </w:r>
          </w:p>
        </w:tc>
      </w:tr>
      <w:tr w:rsidR="001D1B0B" w14:paraId="0F246B58" w14:textId="77777777" w:rsidTr="00A656F9">
        <w:tc>
          <w:tcPr>
            <w:tcW w:w="1418" w:type="dxa"/>
          </w:tcPr>
          <w:p w14:paraId="5C81496B" w14:textId="15714603" w:rsidR="001D1B0B" w:rsidRPr="001D1B0B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1B0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29566114</w:t>
            </w:r>
          </w:p>
        </w:tc>
        <w:tc>
          <w:tcPr>
            <w:tcW w:w="7087" w:type="dxa"/>
            <w:vAlign w:val="center"/>
          </w:tcPr>
          <w:p w14:paraId="66EA7665" w14:textId="35978B20" w:rsidR="001D1B0B" w:rsidRPr="001D1B0B" w:rsidRDefault="001D1B0B" w:rsidP="001D1B0B">
            <w:pPr>
              <w:pStyle w:val="StandardWeb"/>
              <w:rPr>
                <w:sz w:val="21"/>
                <w:szCs w:val="21"/>
                <w:lang w:val="en-US"/>
              </w:rPr>
            </w:pPr>
            <w:r w:rsidRPr="001D1B0B">
              <w:rPr>
                <w:sz w:val="21"/>
                <w:szCs w:val="21"/>
                <w:lang w:val="en-US"/>
              </w:rPr>
              <w:t>Valve, Clutch Trim. See 06-WT-22</w:t>
            </w:r>
          </w:p>
        </w:tc>
        <w:tc>
          <w:tcPr>
            <w:tcW w:w="851" w:type="dxa"/>
            <w:vAlign w:val="center"/>
          </w:tcPr>
          <w:p w14:paraId="4BCCE971" w14:textId="11C12C26" w:rsidR="001D1B0B" w:rsidRPr="001D1B0B" w:rsidRDefault="001D1B0B" w:rsidP="001D1B0B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 w:rsidRPr="001D1B0B">
              <w:rPr>
                <w:sz w:val="20"/>
                <w:szCs w:val="20"/>
                <w:lang w:val="en-US"/>
              </w:rPr>
              <w:t>1</w:t>
            </w:r>
          </w:p>
        </w:tc>
      </w:tr>
      <w:tr w:rsidR="001D1B0B" w14:paraId="4845C3F9" w14:textId="77777777" w:rsidTr="00A656F9">
        <w:tc>
          <w:tcPr>
            <w:tcW w:w="1418" w:type="dxa"/>
          </w:tcPr>
          <w:p w14:paraId="526C3E4B" w14:textId="3AC75D9C" w:rsidR="001D1B0B" w:rsidRPr="001D1B0B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1B0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29558328</w:t>
            </w:r>
          </w:p>
        </w:tc>
        <w:tc>
          <w:tcPr>
            <w:tcW w:w="7087" w:type="dxa"/>
            <w:vAlign w:val="center"/>
          </w:tcPr>
          <w:p w14:paraId="1D9EB690" w14:textId="0D5EFF2B" w:rsidR="001D1B0B" w:rsidRPr="001D1B0B" w:rsidRDefault="001D1B0B" w:rsidP="001D1B0B">
            <w:pPr>
              <w:pStyle w:val="StandardWeb"/>
              <w:rPr>
                <w:sz w:val="21"/>
                <w:szCs w:val="21"/>
                <w:lang w:val="en-US"/>
              </w:rPr>
            </w:pPr>
            <w:r w:rsidRPr="001D1B0B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Main Filter Kit. For 2 Inch Sump</w:t>
            </w:r>
          </w:p>
        </w:tc>
        <w:tc>
          <w:tcPr>
            <w:tcW w:w="851" w:type="dxa"/>
            <w:vAlign w:val="center"/>
          </w:tcPr>
          <w:p w14:paraId="6CCE7AB1" w14:textId="106FD1C4" w:rsidR="001D1B0B" w:rsidRPr="001D1B0B" w:rsidRDefault="001D1B0B" w:rsidP="001D1B0B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 w:rsidRPr="001D1B0B">
              <w:rPr>
                <w:sz w:val="20"/>
                <w:szCs w:val="20"/>
                <w:lang w:val="en-US"/>
              </w:rPr>
              <w:t>1</w:t>
            </w:r>
          </w:p>
        </w:tc>
      </w:tr>
      <w:tr w:rsidR="001D1B0B" w14:paraId="63486A36" w14:textId="77777777" w:rsidTr="00A656F9">
        <w:tc>
          <w:tcPr>
            <w:tcW w:w="1418" w:type="dxa"/>
          </w:tcPr>
          <w:p w14:paraId="0F3BC41E" w14:textId="2CCF0813" w:rsidR="001D1B0B" w:rsidRPr="001D1B0B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1B0B">
              <w:rPr>
                <w:rFonts w:ascii="Arial" w:hAnsi="Arial" w:cs="Arial"/>
                <w:color w:val="000000"/>
                <w:sz w:val="20"/>
                <w:szCs w:val="20"/>
              </w:rPr>
              <w:t>29558331</w:t>
            </w:r>
          </w:p>
        </w:tc>
        <w:tc>
          <w:tcPr>
            <w:tcW w:w="7087" w:type="dxa"/>
            <w:vAlign w:val="center"/>
          </w:tcPr>
          <w:p w14:paraId="02DF5B70" w14:textId="1D757967" w:rsidR="001D1B0B" w:rsidRPr="001D1B0B" w:rsidRDefault="001D1B0B" w:rsidP="001D1B0B">
            <w:pPr>
              <w:pStyle w:val="StandardWeb"/>
              <w:rPr>
                <w:sz w:val="21"/>
                <w:szCs w:val="21"/>
                <w:lang w:val="en-US"/>
              </w:rPr>
            </w:pPr>
            <w:r w:rsidRPr="001D1B0B">
              <w:rPr>
                <w:sz w:val="21"/>
                <w:szCs w:val="21"/>
                <w:lang w:val="en-US"/>
              </w:rPr>
              <w:t>Suction Filter Assembly</w:t>
            </w:r>
          </w:p>
        </w:tc>
        <w:tc>
          <w:tcPr>
            <w:tcW w:w="851" w:type="dxa"/>
            <w:vAlign w:val="center"/>
          </w:tcPr>
          <w:p w14:paraId="4DC3956E" w14:textId="3EBF163F" w:rsidR="001D1B0B" w:rsidRPr="001D1B0B" w:rsidRDefault="001D1B0B" w:rsidP="001D1B0B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 w:rsidRPr="001D1B0B">
              <w:rPr>
                <w:sz w:val="20"/>
                <w:szCs w:val="20"/>
                <w:lang w:val="en-US"/>
              </w:rPr>
              <w:t>1</w:t>
            </w:r>
          </w:p>
        </w:tc>
      </w:tr>
      <w:tr w:rsidR="001D1B0B" w14:paraId="4B30F757" w14:textId="77777777" w:rsidTr="00A656F9">
        <w:tc>
          <w:tcPr>
            <w:tcW w:w="1418" w:type="dxa"/>
          </w:tcPr>
          <w:p w14:paraId="69609F51" w14:textId="43C540B5" w:rsidR="001D1B0B" w:rsidRPr="001D1B0B" w:rsidRDefault="001D1B0B" w:rsidP="001D1B0B">
            <w:pPr>
              <w:pStyle w:val="StandardWeb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1B0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29559768</w:t>
            </w:r>
          </w:p>
        </w:tc>
        <w:tc>
          <w:tcPr>
            <w:tcW w:w="7087" w:type="dxa"/>
            <w:vAlign w:val="center"/>
          </w:tcPr>
          <w:p w14:paraId="3ACCDAF1" w14:textId="01504716" w:rsidR="001D1B0B" w:rsidRPr="001D1B0B" w:rsidRDefault="001D1B0B" w:rsidP="001D1B0B">
            <w:pPr>
              <w:pStyle w:val="StandardWeb"/>
              <w:rPr>
                <w:sz w:val="21"/>
                <w:szCs w:val="21"/>
                <w:lang w:val="en-US"/>
              </w:rPr>
            </w:pPr>
            <w:r w:rsidRPr="001D1B0B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Control Module Seal and Gasket Kit</w:t>
            </w:r>
          </w:p>
        </w:tc>
        <w:tc>
          <w:tcPr>
            <w:tcW w:w="851" w:type="dxa"/>
            <w:vAlign w:val="center"/>
          </w:tcPr>
          <w:p w14:paraId="5FF81455" w14:textId="7FC3B69C" w:rsidR="001D1B0B" w:rsidRPr="001D1B0B" w:rsidRDefault="001D1B0B" w:rsidP="001D1B0B">
            <w:pPr>
              <w:pStyle w:val="StandardWeb"/>
              <w:jc w:val="right"/>
              <w:rPr>
                <w:sz w:val="20"/>
                <w:szCs w:val="20"/>
                <w:lang w:val="en-US"/>
              </w:rPr>
            </w:pPr>
            <w:r w:rsidRPr="001D1B0B">
              <w:rPr>
                <w:sz w:val="20"/>
                <w:szCs w:val="20"/>
                <w:lang w:val="en-US"/>
              </w:rPr>
              <w:t>1</w:t>
            </w:r>
          </w:p>
        </w:tc>
      </w:tr>
    </w:tbl>
    <w:p w14:paraId="2145A72F" w14:textId="77777777" w:rsidR="004E7849" w:rsidRDefault="004E7849" w:rsidP="004A02EC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4743"/>
        <w:gridCol w:w="1265"/>
        <w:gridCol w:w="984"/>
        <w:gridCol w:w="844"/>
      </w:tblGrid>
      <w:tr w:rsidR="00A4750F" w:rsidRPr="00495E63" w14:paraId="6499320B" w14:textId="77777777" w:rsidTr="006D5762">
        <w:tc>
          <w:tcPr>
            <w:tcW w:w="1400" w:type="dxa"/>
            <w:shd w:val="clear" w:color="auto" w:fill="auto"/>
          </w:tcPr>
          <w:p w14:paraId="082B7910" w14:textId="77777777" w:rsidR="00A4750F" w:rsidRPr="00A4750F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 item type</w:t>
            </w:r>
          </w:p>
        </w:tc>
        <w:tc>
          <w:tcPr>
            <w:tcW w:w="4743" w:type="dxa"/>
            <w:shd w:val="clear" w:color="auto" w:fill="auto"/>
          </w:tcPr>
          <w:p w14:paraId="06D01D21" w14:textId="77777777" w:rsidR="00A4750F" w:rsidRPr="00495E63" w:rsidRDefault="00A4750F" w:rsidP="00785A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Net item </w:t>
            </w:r>
            <w:r w:rsidRPr="00495E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65" w:type="dxa"/>
            <w:shd w:val="clear" w:color="auto" w:fill="auto"/>
          </w:tcPr>
          <w:p w14:paraId="78FA24F2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4750F">
              <w:rPr>
                <w:rFonts w:ascii="Arial" w:hAnsi="Arial" w:cs="Arial"/>
                <w:sz w:val="20"/>
                <w:szCs w:val="20"/>
              </w:rPr>
              <w:t>ross</w:t>
            </w:r>
            <w:r>
              <w:rPr>
                <w:rFonts w:ascii="Arial" w:hAnsi="Arial" w:cs="Arial"/>
                <w:sz w:val="20"/>
                <w:szCs w:val="20"/>
              </w:rPr>
              <w:t xml:space="preserve"> (incl. VAT)</w:t>
            </w:r>
          </w:p>
        </w:tc>
        <w:tc>
          <w:tcPr>
            <w:tcW w:w="984" w:type="dxa"/>
            <w:shd w:val="clear" w:color="auto" w:fill="auto"/>
          </w:tcPr>
          <w:p w14:paraId="2F684D54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844" w:type="dxa"/>
            <w:shd w:val="clear" w:color="auto" w:fill="auto"/>
          </w:tcPr>
          <w:p w14:paraId="4F6B5B44" w14:textId="77777777" w:rsidR="00A4750F" w:rsidRPr="00A4750F" w:rsidRDefault="00A4750F" w:rsidP="00785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</w:t>
            </w:r>
          </w:p>
        </w:tc>
      </w:tr>
      <w:tr w:rsidR="00241691" w:rsidRPr="00495E63" w14:paraId="27776B59" w14:textId="77777777" w:rsidTr="00D81851">
        <w:tc>
          <w:tcPr>
            <w:tcW w:w="1400" w:type="dxa"/>
            <w:shd w:val="clear" w:color="auto" w:fill="auto"/>
          </w:tcPr>
          <w:p w14:paraId="2D2706F2" w14:textId="77777777" w:rsidR="00241691" w:rsidRPr="00495E63" w:rsidRDefault="00241691" w:rsidP="00D818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-X-</w:t>
            </w:r>
          </w:p>
        </w:tc>
        <w:tc>
          <w:tcPr>
            <w:tcW w:w="4743" w:type="dxa"/>
            <w:shd w:val="clear" w:color="auto" w:fill="auto"/>
          </w:tcPr>
          <w:p w14:paraId="4D423E44" w14:textId="77777777" w:rsidR="00241691" w:rsidRPr="002D2F00" w:rsidRDefault="00241691" w:rsidP="00D8185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46752">
              <w:rPr>
                <w:rFonts w:ascii="Arial" w:hAnsi="Arial" w:cs="Arial"/>
                <w:sz w:val="20"/>
                <w:szCs w:val="20"/>
                <w:lang w:val="en-US"/>
              </w:rPr>
              <w:t>12% Uzbekistan VAT on total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equest of claim</w:t>
            </w:r>
          </w:p>
        </w:tc>
        <w:tc>
          <w:tcPr>
            <w:tcW w:w="1265" w:type="dxa"/>
            <w:shd w:val="clear" w:color="auto" w:fill="auto"/>
          </w:tcPr>
          <w:p w14:paraId="015B9411" w14:textId="77777777" w:rsidR="00241691" w:rsidRPr="00241691" w:rsidRDefault="00241691" w:rsidP="00D8185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984" w:type="dxa"/>
            <w:shd w:val="clear" w:color="auto" w:fill="auto"/>
          </w:tcPr>
          <w:p w14:paraId="314C1017" w14:textId="77777777" w:rsidR="00241691" w:rsidRPr="00241691" w:rsidRDefault="00241691" w:rsidP="00D8185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44" w:type="dxa"/>
            <w:shd w:val="clear" w:color="auto" w:fill="auto"/>
          </w:tcPr>
          <w:p w14:paraId="4E1219DF" w14:textId="77777777" w:rsidR="00241691" w:rsidRPr="00D34B60" w:rsidRDefault="00241691" w:rsidP="00D8185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97,34</w:t>
            </w:r>
          </w:p>
        </w:tc>
      </w:tr>
      <w:tr w:rsidR="00241691" w:rsidRPr="00495E63" w14:paraId="4D5E540E" w14:textId="77777777" w:rsidTr="00D81851">
        <w:tc>
          <w:tcPr>
            <w:tcW w:w="1400" w:type="dxa"/>
            <w:shd w:val="clear" w:color="auto" w:fill="auto"/>
          </w:tcPr>
          <w:p w14:paraId="2B5E03B5" w14:textId="77777777" w:rsidR="00241691" w:rsidRPr="00495E63" w:rsidRDefault="00241691" w:rsidP="00D818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-M-</w:t>
            </w:r>
          </w:p>
        </w:tc>
        <w:tc>
          <w:tcPr>
            <w:tcW w:w="4743" w:type="dxa"/>
            <w:shd w:val="clear" w:color="auto" w:fill="auto"/>
          </w:tcPr>
          <w:p w14:paraId="50C11071" w14:textId="77777777" w:rsidR="00241691" w:rsidRPr="007C40F1" w:rsidRDefault="0024169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40F1">
              <w:rPr>
                <w:rFonts w:ascii="Arial" w:hAnsi="Arial" w:cs="Arial"/>
                <w:sz w:val="20"/>
                <w:szCs w:val="20"/>
                <w:lang w:val="en-US"/>
              </w:rPr>
              <w:t>21 Liters of TES668 fluid @ 10,00 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UR/L (128.550,00 UZS/L)</w:t>
            </w:r>
          </w:p>
        </w:tc>
        <w:tc>
          <w:tcPr>
            <w:tcW w:w="1265" w:type="dxa"/>
            <w:shd w:val="clear" w:color="auto" w:fill="auto"/>
          </w:tcPr>
          <w:p w14:paraId="19A0A927" w14:textId="77777777" w:rsidR="00241691" w:rsidRPr="00241691" w:rsidRDefault="0024169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shd w:val="clear" w:color="auto" w:fill="auto"/>
          </w:tcPr>
          <w:p w14:paraId="4385F870" w14:textId="77777777" w:rsidR="00241691" w:rsidRPr="00241691" w:rsidRDefault="0024169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shd w:val="clear" w:color="auto" w:fill="auto"/>
          </w:tcPr>
          <w:p w14:paraId="0598AE2B" w14:textId="77777777" w:rsidR="00241691" w:rsidRPr="00495E63" w:rsidRDefault="00241691" w:rsidP="00D818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210,00</w:t>
            </w:r>
          </w:p>
        </w:tc>
      </w:tr>
    </w:tbl>
    <w:p w14:paraId="36CB6BE9" w14:textId="77777777" w:rsidR="00241691" w:rsidRDefault="00241691" w:rsidP="00241691">
      <w:pPr>
        <w:rPr>
          <w:rFonts w:ascii="Arial" w:hAnsi="Arial" w:cs="Arial"/>
          <w:sz w:val="20"/>
          <w:szCs w:val="20"/>
        </w:rPr>
      </w:pPr>
    </w:p>
    <w:p w14:paraId="46B6E8A5" w14:textId="7207EC69" w:rsidR="00071DA1" w:rsidRDefault="00071D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85"/>
        <w:gridCol w:w="1619"/>
        <w:gridCol w:w="1540"/>
      </w:tblGrid>
      <w:tr w:rsidR="00071DA1" w:rsidRPr="00071DA1" w14:paraId="160E5386" w14:textId="77777777" w:rsidTr="00D81851">
        <w:tc>
          <w:tcPr>
            <w:tcW w:w="9344" w:type="dxa"/>
            <w:gridSpan w:val="3"/>
          </w:tcPr>
          <w:p w14:paraId="2E8A98A2" w14:textId="77777777" w:rsidR="00071DA1" w:rsidRPr="00EE0595" w:rsidRDefault="00071DA1" w:rsidP="00D81851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Turn Around Data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(new for 2021)</w:t>
            </w:r>
          </w:p>
        </w:tc>
      </w:tr>
      <w:tr w:rsidR="00071DA1" w:rsidRPr="00071DA1" w14:paraId="26A75265" w14:textId="77777777" w:rsidTr="00D81851">
        <w:tc>
          <w:tcPr>
            <w:tcW w:w="9344" w:type="dxa"/>
            <w:gridSpan w:val="3"/>
          </w:tcPr>
          <w:p w14:paraId="3EA6F8E6" w14:textId="77777777" w:rsidR="00071DA1" w:rsidRPr="00EE0595" w:rsidRDefault="00071DA1" w:rsidP="00D81851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071DA1" w:rsidRPr="00EE0595" w14:paraId="6EAC769D" w14:textId="77777777" w:rsidTr="00D81851">
        <w:tc>
          <w:tcPr>
            <w:tcW w:w="6185" w:type="dxa"/>
          </w:tcPr>
          <w:p w14:paraId="7C10A110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</w:tcPr>
          <w:p w14:paraId="24FFE1BE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MM-DD-YYYY</w:t>
            </w:r>
          </w:p>
        </w:tc>
        <w:tc>
          <w:tcPr>
            <w:tcW w:w="1540" w:type="dxa"/>
          </w:tcPr>
          <w:p w14:paraId="0784047A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HH:MM</w:t>
            </w:r>
          </w:p>
        </w:tc>
      </w:tr>
      <w:tr w:rsidR="00071DA1" w:rsidRPr="00071DA1" w14:paraId="2509A0B7" w14:textId="77777777" w:rsidTr="00D81851">
        <w:tc>
          <w:tcPr>
            <w:tcW w:w="6185" w:type="dxa"/>
          </w:tcPr>
          <w:p w14:paraId="694F4B03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Repair Order Open Date/Time:</w:t>
            </w:r>
          </w:p>
        </w:tc>
        <w:tc>
          <w:tcPr>
            <w:tcW w:w="1619" w:type="dxa"/>
          </w:tcPr>
          <w:p w14:paraId="21FD942C" w14:textId="0EA3E2BB" w:rsidR="00071DA1" w:rsidRPr="00EE0595" w:rsidRDefault="00EC17E9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02-16-2024</w:t>
            </w:r>
          </w:p>
        </w:tc>
        <w:tc>
          <w:tcPr>
            <w:tcW w:w="1540" w:type="dxa"/>
          </w:tcPr>
          <w:p w14:paraId="182A2CE9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71DA1" w:rsidRPr="00071DA1" w14:paraId="3CDA835A" w14:textId="77777777" w:rsidTr="00D81851">
        <w:tc>
          <w:tcPr>
            <w:tcW w:w="6185" w:type="dxa"/>
          </w:tcPr>
          <w:p w14:paraId="7D675D8D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Last Labor Applied Date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technician finished the repair on site, or finished repair at workshop respectively.) repair at workshop respectively.)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017CD899" w14:textId="207E5ED3" w:rsidR="00071DA1" w:rsidRPr="00EE0595" w:rsidRDefault="006902F3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02-20-2024</w:t>
            </w:r>
          </w:p>
        </w:tc>
        <w:tc>
          <w:tcPr>
            <w:tcW w:w="1540" w:type="dxa"/>
          </w:tcPr>
          <w:p w14:paraId="2D8E0820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71DA1" w:rsidRPr="00071DA1" w14:paraId="42A0671B" w14:textId="77777777" w:rsidTr="00D81851">
        <w:tc>
          <w:tcPr>
            <w:tcW w:w="6185" w:type="dxa"/>
          </w:tcPr>
          <w:p w14:paraId="25EDDCDD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 Labor Applied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 w:rsidRPr="00431A4E">
              <w:rPr>
                <w:rFonts w:ascii="Arial" w:hAnsi="Arial" w:cs="Arial"/>
                <w:sz w:val="16"/>
                <w:szCs w:val="16"/>
                <w:lang w:val="en-US"/>
              </w:rPr>
              <w:t>technician started to work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the vehicle/transmission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313EDF41" w14:textId="79B29981" w:rsidR="00071DA1" w:rsidRPr="00EE0595" w:rsidRDefault="006902F3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02-20-2024</w:t>
            </w:r>
          </w:p>
        </w:tc>
        <w:tc>
          <w:tcPr>
            <w:tcW w:w="1540" w:type="dxa"/>
          </w:tcPr>
          <w:p w14:paraId="540799B4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71DA1" w:rsidRPr="00071DA1" w14:paraId="58AC8554" w14:textId="77777777" w:rsidTr="00D81851">
        <w:tc>
          <w:tcPr>
            <w:tcW w:w="6185" w:type="dxa"/>
          </w:tcPr>
          <w:p w14:paraId="1EA0530C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First Part Ordered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first part for this particular job was ordered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stock,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079EBDD8" w14:textId="12406EEE" w:rsidR="00071DA1" w:rsidRPr="00EE0595" w:rsidRDefault="006902F3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02-16-2024</w:t>
            </w:r>
          </w:p>
        </w:tc>
        <w:tc>
          <w:tcPr>
            <w:tcW w:w="1540" w:type="dxa"/>
          </w:tcPr>
          <w:p w14:paraId="6FE5A9B5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71DA1" w:rsidRPr="00071DA1" w14:paraId="20F56261" w14:textId="77777777" w:rsidTr="00D81851">
        <w:tc>
          <w:tcPr>
            <w:tcW w:w="6185" w:type="dxa"/>
          </w:tcPr>
          <w:p w14:paraId="6D83DC07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Last Part Arrived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last part for this particular job arrived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. If all parts were on Your stock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enter the same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date &amp;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 xml:space="preserve"> time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customer requested service.</w:t>
            </w:r>
            <w:r w:rsidRPr="00654EA4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769CE3B0" w14:textId="57E4D0C3" w:rsidR="00071DA1" w:rsidRPr="00EE0595" w:rsidRDefault="006902F3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02-20-2024</w:t>
            </w:r>
          </w:p>
        </w:tc>
        <w:tc>
          <w:tcPr>
            <w:tcW w:w="1540" w:type="dxa"/>
          </w:tcPr>
          <w:p w14:paraId="7BD7CD8C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71DA1" w:rsidRPr="00071DA1" w14:paraId="3B705062" w14:textId="77777777" w:rsidTr="00D81851">
        <w:tc>
          <w:tcPr>
            <w:tcW w:w="6185" w:type="dxa"/>
          </w:tcPr>
          <w:p w14:paraId="00CBFA16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Repair Order Closed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 &amp; time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when all administrative work is finished and 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he repair order file is transferred from Service Manager or Shop Manager to Your Warranty Administration)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2C45BF1D" w14:textId="6ADB6F54" w:rsidR="00071DA1" w:rsidRPr="00EE0595" w:rsidRDefault="006902F3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06-04-2024</w:t>
            </w:r>
          </w:p>
        </w:tc>
        <w:tc>
          <w:tcPr>
            <w:tcW w:w="1540" w:type="dxa"/>
          </w:tcPr>
          <w:p w14:paraId="0AC179F5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71DA1" w:rsidRPr="00E73D9A" w14:paraId="11E66F36" w14:textId="77777777" w:rsidTr="00D81851">
        <w:tc>
          <w:tcPr>
            <w:tcW w:w="6185" w:type="dxa"/>
          </w:tcPr>
          <w:p w14:paraId="5EC88D6A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Vehicle Arrival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= date &amp; time the technician </w:t>
            </w:r>
            <w:r w:rsidRPr="00EE05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really arrived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 xml:space="preserve"> site, respectively date &amp; time vehicle/ transmission really arrived at Your workshop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</w:p>
        </w:tc>
        <w:tc>
          <w:tcPr>
            <w:tcW w:w="1619" w:type="dxa"/>
          </w:tcPr>
          <w:p w14:paraId="4EE5FA84" w14:textId="5C61DD6B" w:rsidR="00071DA1" w:rsidRPr="00EE0595" w:rsidRDefault="006902F3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02-20-2024</w:t>
            </w:r>
          </w:p>
        </w:tc>
        <w:tc>
          <w:tcPr>
            <w:tcW w:w="1540" w:type="dxa"/>
          </w:tcPr>
          <w:p w14:paraId="67C88014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71DA1" w:rsidRPr="00EE0595" w14:paraId="47751898" w14:textId="77777777" w:rsidTr="00D81851">
        <w:tc>
          <w:tcPr>
            <w:tcW w:w="6185" w:type="dxa"/>
          </w:tcPr>
          <w:p w14:paraId="50452C54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Completed Repair, 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Customer Noti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 Date/Time</w:t>
            </w:r>
            <w:r w:rsidRPr="00EE059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t>= date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&amp; time the customer was informed that the repair of the transmission is finished and the vehicle can be put back in operation. Usually same as date &amp; time labor was last recorded.)</w:t>
            </w:r>
          </w:p>
        </w:tc>
        <w:tc>
          <w:tcPr>
            <w:tcW w:w="1619" w:type="dxa"/>
          </w:tcPr>
          <w:p w14:paraId="08C277D3" w14:textId="72551F06" w:rsidR="00071DA1" w:rsidRPr="00EE0595" w:rsidRDefault="006902F3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02-20-2024</w:t>
            </w:r>
          </w:p>
        </w:tc>
        <w:tc>
          <w:tcPr>
            <w:tcW w:w="1540" w:type="dxa"/>
          </w:tcPr>
          <w:p w14:paraId="277B7CF2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71DA1" w:rsidRPr="00EE0595" w14:paraId="5D8764C3" w14:textId="77777777" w:rsidTr="00D81851">
        <w:tc>
          <w:tcPr>
            <w:tcW w:w="6185" w:type="dxa"/>
          </w:tcPr>
          <w:p w14:paraId="723D6066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0595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619" w:type="dxa"/>
          </w:tcPr>
          <w:p w14:paraId="37A81973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</w:tcPr>
          <w:p w14:paraId="46E515F0" w14:textId="77777777" w:rsidR="00071DA1" w:rsidRPr="00EE0595" w:rsidRDefault="00071DA1" w:rsidP="00D8185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5057C9E" w14:textId="77777777" w:rsidR="00071DA1" w:rsidRPr="00744D6A" w:rsidRDefault="00071DA1">
      <w:pPr>
        <w:rPr>
          <w:rFonts w:ascii="Arial" w:hAnsi="Arial" w:cs="Arial"/>
          <w:sz w:val="20"/>
          <w:szCs w:val="20"/>
        </w:rPr>
      </w:pPr>
    </w:p>
    <w:sectPr w:rsidR="00071DA1" w:rsidRPr="00744D6A" w:rsidSect="00AA6AC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F2"/>
    <w:multiLevelType w:val="hybridMultilevel"/>
    <w:tmpl w:val="83B40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61088"/>
    <w:multiLevelType w:val="hybridMultilevel"/>
    <w:tmpl w:val="E6B2DBDE"/>
    <w:lvl w:ilvl="0" w:tplc="0407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022C09E6"/>
    <w:multiLevelType w:val="hybridMultilevel"/>
    <w:tmpl w:val="440608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A0ACB"/>
    <w:multiLevelType w:val="hybridMultilevel"/>
    <w:tmpl w:val="70362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4D3"/>
    <w:multiLevelType w:val="hybridMultilevel"/>
    <w:tmpl w:val="72E41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804F4"/>
    <w:multiLevelType w:val="hybridMultilevel"/>
    <w:tmpl w:val="E2F47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1B6"/>
    <w:multiLevelType w:val="hybridMultilevel"/>
    <w:tmpl w:val="F822D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51708"/>
    <w:multiLevelType w:val="hybridMultilevel"/>
    <w:tmpl w:val="6D62BBF4"/>
    <w:lvl w:ilvl="0" w:tplc="6F7457FE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D4841"/>
    <w:multiLevelType w:val="hybridMultilevel"/>
    <w:tmpl w:val="4ECC62EE"/>
    <w:lvl w:ilvl="0" w:tplc="1098E1B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432683">
    <w:abstractNumId w:val="8"/>
  </w:num>
  <w:num w:numId="2" w16cid:durableId="1533110018">
    <w:abstractNumId w:val="2"/>
  </w:num>
  <w:num w:numId="3" w16cid:durableId="1434594852">
    <w:abstractNumId w:val="1"/>
  </w:num>
  <w:num w:numId="4" w16cid:durableId="1757893879">
    <w:abstractNumId w:val="0"/>
  </w:num>
  <w:num w:numId="5" w16cid:durableId="1814832067">
    <w:abstractNumId w:val="6"/>
  </w:num>
  <w:num w:numId="6" w16cid:durableId="553002276">
    <w:abstractNumId w:val="3"/>
  </w:num>
  <w:num w:numId="7" w16cid:durableId="1756513487">
    <w:abstractNumId w:val="5"/>
  </w:num>
  <w:num w:numId="8" w16cid:durableId="1917011337">
    <w:abstractNumId w:val="4"/>
  </w:num>
  <w:num w:numId="9" w16cid:durableId="7469269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FF4"/>
    <w:rsid w:val="00001C8E"/>
    <w:rsid w:val="00013636"/>
    <w:rsid w:val="00022609"/>
    <w:rsid w:val="00025A35"/>
    <w:rsid w:val="000330C0"/>
    <w:rsid w:val="00045F2B"/>
    <w:rsid w:val="00053988"/>
    <w:rsid w:val="00070A1F"/>
    <w:rsid w:val="00071DA1"/>
    <w:rsid w:val="000806A3"/>
    <w:rsid w:val="000974BB"/>
    <w:rsid w:val="000B262D"/>
    <w:rsid w:val="000F0775"/>
    <w:rsid w:val="00105ED7"/>
    <w:rsid w:val="00146F5A"/>
    <w:rsid w:val="00181D26"/>
    <w:rsid w:val="001B1621"/>
    <w:rsid w:val="001D1B0B"/>
    <w:rsid w:val="00211886"/>
    <w:rsid w:val="00241691"/>
    <w:rsid w:val="002432A5"/>
    <w:rsid w:val="00270979"/>
    <w:rsid w:val="00271D47"/>
    <w:rsid w:val="002C2041"/>
    <w:rsid w:val="00302771"/>
    <w:rsid w:val="00311554"/>
    <w:rsid w:val="00366BC9"/>
    <w:rsid w:val="00391E69"/>
    <w:rsid w:val="00394FBA"/>
    <w:rsid w:val="0039619A"/>
    <w:rsid w:val="00397E1A"/>
    <w:rsid w:val="003B0D66"/>
    <w:rsid w:val="003D79A0"/>
    <w:rsid w:val="003E287E"/>
    <w:rsid w:val="003E73BB"/>
    <w:rsid w:val="00412E81"/>
    <w:rsid w:val="0043467B"/>
    <w:rsid w:val="00463133"/>
    <w:rsid w:val="004A02EC"/>
    <w:rsid w:val="004B709E"/>
    <w:rsid w:val="004C0695"/>
    <w:rsid w:val="004C1934"/>
    <w:rsid w:val="004C6D0A"/>
    <w:rsid w:val="004E7124"/>
    <w:rsid w:val="004E7849"/>
    <w:rsid w:val="00506131"/>
    <w:rsid w:val="00507AC2"/>
    <w:rsid w:val="005728CD"/>
    <w:rsid w:val="005749E8"/>
    <w:rsid w:val="005967E0"/>
    <w:rsid w:val="005D51B9"/>
    <w:rsid w:val="005D7075"/>
    <w:rsid w:val="0063058A"/>
    <w:rsid w:val="0065737B"/>
    <w:rsid w:val="00663D21"/>
    <w:rsid w:val="00667A8E"/>
    <w:rsid w:val="0067162E"/>
    <w:rsid w:val="00677A45"/>
    <w:rsid w:val="006858CB"/>
    <w:rsid w:val="006902F3"/>
    <w:rsid w:val="0069196B"/>
    <w:rsid w:val="006D5762"/>
    <w:rsid w:val="006E07F0"/>
    <w:rsid w:val="00710AD7"/>
    <w:rsid w:val="00744D6A"/>
    <w:rsid w:val="00761B6F"/>
    <w:rsid w:val="00771EAB"/>
    <w:rsid w:val="007969C8"/>
    <w:rsid w:val="007B5FFA"/>
    <w:rsid w:val="00812B0C"/>
    <w:rsid w:val="00820586"/>
    <w:rsid w:val="00832759"/>
    <w:rsid w:val="00840351"/>
    <w:rsid w:val="00862AB1"/>
    <w:rsid w:val="00874BB4"/>
    <w:rsid w:val="00881C44"/>
    <w:rsid w:val="00893F3C"/>
    <w:rsid w:val="008C082D"/>
    <w:rsid w:val="008C664A"/>
    <w:rsid w:val="008F5301"/>
    <w:rsid w:val="00912D3B"/>
    <w:rsid w:val="00924264"/>
    <w:rsid w:val="009343DA"/>
    <w:rsid w:val="00970107"/>
    <w:rsid w:val="009D0D06"/>
    <w:rsid w:val="009E2C33"/>
    <w:rsid w:val="00A17456"/>
    <w:rsid w:val="00A35D95"/>
    <w:rsid w:val="00A367E0"/>
    <w:rsid w:val="00A4750F"/>
    <w:rsid w:val="00A656F9"/>
    <w:rsid w:val="00A83BA2"/>
    <w:rsid w:val="00A95C12"/>
    <w:rsid w:val="00AA6AC2"/>
    <w:rsid w:val="00AB4CC6"/>
    <w:rsid w:val="00AD0041"/>
    <w:rsid w:val="00AD540E"/>
    <w:rsid w:val="00B53A39"/>
    <w:rsid w:val="00B72E22"/>
    <w:rsid w:val="00B876A2"/>
    <w:rsid w:val="00B926F6"/>
    <w:rsid w:val="00BB1F03"/>
    <w:rsid w:val="00BB52D8"/>
    <w:rsid w:val="00BD4EE5"/>
    <w:rsid w:val="00BF1629"/>
    <w:rsid w:val="00C27E56"/>
    <w:rsid w:val="00C34F0A"/>
    <w:rsid w:val="00C474D4"/>
    <w:rsid w:val="00C8385E"/>
    <w:rsid w:val="00C86384"/>
    <w:rsid w:val="00D5751E"/>
    <w:rsid w:val="00D6703E"/>
    <w:rsid w:val="00DA1A6C"/>
    <w:rsid w:val="00DB257A"/>
    <w:rsid w:val="00DD4416"/>
    <w:rsid w:val="00DE46D0"/>
    <w:rsid w:val="00E026CB"/>
    <w:rsid w:val="00E2222D"/>
    <w:rsid w:val="00E76CBD"/>
    <w:rsid w:val="00EA3FBB"/>
    <w:rsid w:val="00EA5905"/>
    <w:rsid w:val="00EC17E9"/>
    <w:rsid w:val="00EC3684"/>
    <w:rsid w:val="00ED1C05"/>
    <w:rsid w:val="00ED3FEC"/>
    <w:rsid w:val="00F06FF4"/>
    <w:rsid w:val="00F72AFE"/>
    <w:rsid w:val="00FA1E1F"/>
    <w:rsid w:val="00FB5498"/>
    <w:rsid w:val="00FC0A78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  <w14:docId w14:val="35CB4023"/>
  <w15:docId w15:val="{8D15689C-55F9-40A8-B6BF-8B71FAF3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noProof/>
      <w:sz w:val="24"/>
      <w:szCs w:val="24"/>
      <w:lang w:eastAsia="ru-RU"/>
    </w:rPr>
  </w:style>
  <w:style w:type="paragraph" w:styleId="berschrift1">
    <w:name w:val="heading 1"/>
    <w:basedOn w:val="Standard"/>
    <w:next w:val="Standard"/>
    <w:link w:val="berschrift1Zchn"/>
    <w:qFormat/>
    <w:rsid w:val="00271D47"/>
    <w:pPr>
      <w:keepNext/>
      <w:autoSpaceDE w:val="0"/>
      <w:autoSpaceDN w:val="0"/>
      <w:adjustRightInd w:val="0"/>
      <w:outlineLvl w:val="0"/>
    </w:pPr>
    <w:rPr>
      <w:rFonts w:ascii="Arial" w:hAnsi="Arial"/>
      <w:b/>
      <w:color w:val="1B1C20"/>
      <w:sz w:val="20"/>
      <w:szCs w:val="28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D7075"/>
    <w:rPr>
      <w:color w:val="0000FF"/>
      <w:u w:val="single"/>
    </w:rPr>
  </w:style>
  <w:style w:type="paragraph" w:customStyle="1" w:styleId="TabellenInhalt">
    <w:name w:val="Tabellen Inhalt"/>
    <w:basedOn w:val="Textkrper"/>
    <w:rsid w:val="005D7075"/>
    <w:pPr>
      <w:widowControl w:val="0"/>
      <w:suppressLineNumbers/>
      <w:suppressAutoHyphens/>
    </w:pPr>
    <w:rPr>
      <w:rFonts w:eastAsia="Lucida Sans Unicode"/>
    </w:rPr>
  </w:style>
  <w:style w:type="paragraph" w:styleId="Textkrper">
    <w:name w:val="Body Text"/>
    <w:basedOn w:val="Standard"/>
    <w:rsid w:val="005D7075"/>
    <w:pPr>
      <w:spacing w:after="120"/>
    </w:pPr>
  </w:style>
  <w:style w:type="character" w:customStyle="1" w:styleId="berschrift1Zchn">
    <w:name w:val="Überschrift 1 Zchn"/>
    <w:link w:val="berschrift1"/>
    <w:rsid w:val="00271D47"/>
    <w:rPr>
      <w:rFonts w:ascii="Arial" w:hAnsi="Arial"/>
      <w:b/>
      <w:color w:val="1B1C20"/>
      <w:szCs w:val="28"/>
      <w:lang w:val="en-GB"/>
    </w:rPr>
  </w:style>
  <w:style w:type="paragraph" w:customStyle="1" w:styleId="Default">
    <w:name w:val="Default"/>
    <w:rsid w:val="00271D47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B5498"/>
    <w:pPr>
      <w:ind w:left="708"/>
    </w:pPr>
  </w:style>
  <w:style w:type="paragraph" w:styleId="Sprechblasentext">
    <w:name w:val="Balloon Text"/>
    <w:basedOn w:val="Standard"/>
    <w:link w:val="SprechblasentextZchn"/>
    <w:rsid w:val="00DB25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B257A"/>
    <w:rPr>
      <w:rFonts w:ascii="Tahoma" w:hAnsi="Tahoma" w:cs="Tahoma"/>
      <w:sz w:val="16"/>
      <w:szCs w:val="16"/>
      <w:lang w:val="ru-RU" w:eastAsia="ru-RU"/>
    </w:rPr>
  </w:style>
  <w:style w:type="paragraph" w:styleId="StandardWeb">
    <w:name w:val="Normal (Web)"/>
    <w:basedOn w:val="Standard"/>
    <w:rsid w:val="004E7849"/>
    <w:pPr>
      <w:spacing w:before="100" w:beforeAutospacing="1" w:after="100" w:afterAutospacing="1"/>
    </w:pPr>
  </w:style>
  <w:style w:type="paragraph" w:customStyle="1" w:styleId="indent1">
    <w:name w:val="indent1"/>
    <w:basedOn w:val="Standard"/>
    <w:rsid w:val="004E7849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C082D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71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khir@global-industrial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erter@dgs-mainz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erter_20180305\PRODUCT%20SUPPORT\DGS\B&#252;roorga\Berichte\Vorlagen\Service%20Report%20DGS_Templat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 DGS_Template.dotx</Template>
  <TotalTime>0</TotalTime>
  <Pages>3</Pages>
  <Words>667</Words>
  <Characters>4208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Complaint:</vt:lpstr>
      <vt:lpstr>Complaint:</vt:lpstr>
    </vt:vector>
  </TitlesOfParts>
  <Company>505.ru</Company>
  <LinksUpToDate>false</LinksUpToDate>
  <CharactersWithSpaces>4866</CharactersWithSpaces>
  <SharedDoc>false</SharedDoc>
  <HLinks>
    <vt:vector size="12" baseType="variant">
      <vt:variant>
        <vt:i4>44</vt:i4>
      </vt:variant>
      <vt:variant>
        <vt:i4>3</vt:i4>
      </vt:variant>
      <vt:variant>
        <vt:i4>0</vt:i4>
      </vt:variant>
      <vt:variant>
        <vt:i4>5</vt:i4>
      </vt:variant>
      <vt:variant>
        <vt:lpwstr>mailto:belaz@bel.biz</vt:lpwstr>
      </vt:variant>
      <vt:variant>
        <vt:lpwstr/>
      </vt:variant>
      <vt:variant>
        <vt:i4>1310838</vt:i4>
      </vt:variant>
      <vt:variant>
        <vt:i4>0</vt:i4>
      </vt:variant>
      <vt:variant>
        <vt:i4>0</vt:i4>
      </vt:variant>
      <vt:variant>
        <vt:i4>5</vt:i4>
      </vt:variant>
      <vt:variant>
        <vt:lpwstr>mailto:roerter@dgs-mainz.com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Complaint:</dc:title>
  <dc:creator>Rolf Oerter</dc:creator>
  <cp:lastModifiedBy>Rolf Oerter</cp:lastModifiedBy>
  <cp:revision>18</cp:revision>
  <dcterms:created xsi:type="dcterms:W3CDTF">2024-03-14T05:18:00Z</dcterms:created>
  <dcterms:modified xsi:type="dcterms:W3CDTF">2024-06-20T17:40:00Z</dcterms:modified>
</cp:coreProperties>
</file>